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49FC4" w14:textId="07B480AF" w:rsidR="006A25EF" w:rsidRPr="008D26CD" w:rsidRDefault="006A25EF" w:rsidP="00FB41FA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Assessmenttemplate"/>
      <w:r>
        <w:rPr>
          <w:rFonts w:asciiTheme="minorHAnsi" w:hAnsiTheme="minorHAnsi" w:cstheme="minorHAnsi"/>
          <w:b/>
          <w:bCs/>
          <w:sz w:val="32"/>
          <w:szCs w:val="32"/>
        </w:rPr>
        <w:t xml:space="preserve">Appendix </w:t>
      </w:r>
      <w:r w:rsidR="00E56E45">
        <w:rPr>
          <w:rFonts w:asciiTheme="minorHAnsi" w:hAnsiTheme="minorHAnsi" w:cstheme="minorHAnsi"/>
          <w:b/>
          <w:bCs/>
          <w:sz w:val="32"/>
          <w:szCs w:val="32"/>
        </w:rPr>
        <w:t>A</w:t>
      </w:r>
      <w:r w:rsidR="00FB41FA">
        <w:rPr>
          <w:rFonts w:asciiTheme="minorHAnsi" w:hAnsiTheme="minorHAnsi" w:cstheme="minorHAnsi"/>
          <w:b/>
          <w:bCs/>
          <w:sz w:val="32"/>
          <w:szCs w:val="32"/>
        </w:rPr>
        <w:t xml:space="preserve"> – </w:t>
      </w:r>
      <w:r w:rsidR="006565A7">
        <w:rPr>
          <w:rFonts w:asciiTheme="minorHAnsi" w:hAnsiTheme="minorHAnsi" w:cstheme="minorHAnsi"/>
          <w:b/>
          <w:bCs/>
          <w:sz w:val="32"/>
          <w:szCs w:val="32"/>
        </w:rPr>
        <w:t>Assessment Template</w:t>
      </w:r>
    </w:p>
    <w:bookmarkEnd w:id="0"/>
    <w:p w14:paraId="5212B303" w14:textId="00131ADF" w:rsidR="006A25EF" w:rsidRDefault="00FA0BE2" w:rsidP="008D26CD">
      <w:pPr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A0BE2">
        <w:rPr>
          <w:rFonts w:asciiTheme="minorHAnsi" w:hAnsiTheme="minorHAnsi" w:cstheme="minorHAnsi"/>
          <w:b/>
          <w:bCs/>
          <w:sz w:val="28"/>
          <w:szCs w:val="28"/>
        </w:rPr>
        <w:t>ASSESSMENT DESCRIPTION</w:t>
      </w:r>
    </w:p>
    <w:tbl>
      <w:tblPr>
        <w:tblW w:w="8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6120"/>
      </w:tblGrid>
      <w:tr w:rsidR="008D26CD" w:rsidRPr="002E005C" w14:paraId="65A8E531" w14:textId="77777777" w:rsidTr="00AA6C34">
        <w:trPr>
          <w:trHeight w:val="242"/>
        </w:trPr>
        <w:tc>
          <w:tcPr>
            <w:tcW w:w="8820" w:type="dxa"/>
            <w:gridSpan w:val="2"/>
            <w:shd w:val="clear" w:color="auto" w:fill="EEECE1" w:themeFill="background2"/>
          </w:tcPr>
          <w:p w14:paraId="494E8DF6" w14:textId="0D8FCFE4" w:rsidR="008D26CD" w:rsidRPr="002E005C" w:rsidRDefault="008D26CD" w:rsidP="00FA0BE2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26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Assessment D</w:t>
            </w:r>
            <w:r w:rsidR="00FA0B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etails</w:t>
            </w:r>
          </w:p>
        </w:tc>
      </w:tr>
      <w:tr w:rsidR="008D26CD" w:rsidRPr="002E005C" w14:paraId="6156224D" w14:textId="77777777" w:rsidTr="00A93F99">
        <w:trPr>
          <w:trHeight w:val="340"/>
        </w:trPr>
        <w:tc>
          <w:tcPr>
            <w:tcW w:w="2700" w:type="dxa"/>
          </w:tcPr>
          <w:p w14:paraId="3D3C3C0A" w14:textId="441D1B53" w:rsidR="008D26CD" w:rsidRPr="002E005C" w:rsidRDefault="008D26CD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Code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4AD826D2" w14:textId="6FDA45BE" w:rsidR="008D26CD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LSC 1103</w:t>
            </w:r>
          </w:p>
        </w:tc>
      </w:tr>
      <w:tr w:rsidR="00C3545A" w:rsidRPr="002E005C" w14:paraId="610046D4" w14:textId="77777777" w:rsidTr="00A93F99">
        <w:trPr>
          <w:trHeight w:val="340"/>
        </w:trPr>
        <w:tc>
          <w:tcPr>
            <w:tcW w:w="2700" w:type="dxa"/>
          </w:tcPr>
          <w:p w14:paraId="1B6D65F0" w14:textId="2BAE0E6E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Name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4EEC798F" w14:textId="12B2CD4D" w:rsidR="00C3545A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Academic Reading and Writing</w:t>
            </w:r>
          </w:p>
        </w:tc>
      </w:tr>
      <w:tr w:rsidR="00C3545A" w:rsidRPr="002E005C" w14:paraId="371C36B8" w14:textId="77777777" w:rsidTr="00A93F99">
        <w:trPr>
          <w:trHeight w:val="340"/>
        </w:trPr>
        <w:tc>
          <w:tcPr>
            <w:tcW w:w="2700" w:type="dxa"/>
          </w:tcPr>
          <w:p w14:paraId="62AA11B9" w14:textId="08B35FB9" w:rsidR="00C3545A" w:rsidRPr="002E005C" w:rsidRDefault="00BD3C9C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Teacher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3176D6D3" w14:textId="30A1B556" w:rsidR="00C3545A" w:rsidRPr="002E005C" w:rsidRDefault="00B62959" w:rsidP="000A7829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Grant Hartley, </w:t>
            </w:r>
            <w:r w:rsidR="000A7829">
              <w:rPr>
                <w:rFonts w:asciiTheme="minorHAnsi" w:hAnsiTheme="minorHAnsi" w:cstheme="minorHAnsi"/>
                <w:sz w:val="20"/>
                <w:szCs w:val="20"/>
              </w:rPr>
              <w:t>Peter Thornton</w:t>
            </w:r>
          </w:p>
        </w:tc>
      </w:tr>
      <w:tr w:rsidR="00C3545A" w:rsidRPr="002E005C" w14:paraId="500BACAB" w14:textId="77777777" w:rsidTr="00A93F99">
        <w:trPr>
          <w:trHeight w:val="340"/>
        </w:trPr>
        <w:tc>
          <w:tcPr>
            <w:tcW w:w="2700" w:type="dxa"/>
          </w:tcPr>
          <w:p w14:paraId="506BF10E" w14:textId="4234C658" w:rsidR="00C3545A" w:rsidRPr="002E005C" w:rsidRDefault="00BD3C9C" w:rsidP="00A93F99">
            <w:pPr>
              <w:tabs>
                <w:tab w:val="left" w:pos="1500"/>
              </w:tabs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Title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580B9979" w14:textId="5FE21663" w:rsidR="00C3545A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Annotated bibliography</w:t>
            </w:r>
          </w:p>
        </w:tc>
      </w:tr>
      <w:tr w:rsidR="00C3545A" w:rsidRPr="002E005C" w14:paraId="228EFB17" w14:textId="77777777" w:rsidTr="00A93F99">
        <w:trPr>
          <w:trHeight w:val="340"/>
        </w:trPr>
        <w:tc>
          <w:tcPr>
            <w:tcW w:w="2700" w:type="dxa"/>
          </w:tcPr>
          <w:p w14:paraId="6AEC03AB" w14:textId="7DAA0345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Description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71D65618" w14:textId="77777777" w:rsidR="000A7829" w:rsidRPr="00CA5E39" w:rsidRDefault="000A7829" w:rsidP="000A78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>Individually students will complete an annotated bibliography. This will involve selecting sources and commenting on each one:</w:t>
            </w:r>
          </w:p>
          <w:p w14:paraId="46B1CC0E" w14:textId="77777777" w:rsidR="000A7829" w:rsidRPr="00CA5E39" w:rsidRDefault="000A7829" w:rsidP="000A78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ab/>
              <w:t>The central theme of the article/ source</w:t>
            </w:r>
          </w:p>
          <w:p w14:paraId="2DEE204F" w14:textId="77777777" w:rsidR="000A7829" w:rsidRPr="00CA5E39" w:rsidRDefault="000A7829" w:rsidP="000A78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ab/>
              <w:t>Comment on the author and intended audience</w:t>
            </w:r>
          </w:p>
          <w:p w14:paraId="235A4DC5" w14:textId="77777777" w:rsidR="000A7829" w:rsidRPr="00CA5E39" w:rsidRDefault="000A7829" w:rsidP="000A78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ab/>
              <w:t>Compare and contrast with other sources</w:t>
            </w:r>
          </w:p>
          <w:p w14:paraId="7B55B85E" w14:textId="72F69883" w:rsidR="000A7829" w:rsidRPr="00CA5E39" w:rsidRDefault="000A7829" w:rsidP="00CA5E39">
            <w:pPr>
              <w:ind w:left="702" w:hanging="702"/>
              <w:rPr>
                <w:rFonts w:asciiTheme="minorHAnsi" w:hAnsiTheme="minorHAnsi" w:cstheme="minorHAnsi"/>
                <w:sz w:val="20"/>
                <w:szCs w:val="20"/>
              </w:rPr>
            </w:pP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  <w:r w:rsidRPr="00CA5E39">
              <w:rPr>
                <w:rFonts w:asciiTheme="minorHAnsi" w:hAnsiTheme="minorHAnsi" w:cstheme="minorHAnsi"/>
                <w:sz w:val="20"/>
                <w:szCs w:val="20"/>
              </w:rPr>
              <w:tab/>
              <w:t>Explain how this article is useful in their mini research project</w:t>
            </w:r>
          </w:p>
        </w:tc>
      </w:tr>
      <w:tr w:rsidR="006565A7" w:rsidRPr="002E005C" w14:paraId="6C0EE0A8" w14:textId="77777777" w:rsidTr="00A93F99">
        <w:trPr>
          <w:trHeight w:val="340"/>
        </w:trPr>
        <w:tc>
          <w:tcPr>
            <w:tcW w:w="2700" w:type="dxa"/>
          </w:tcPr>
          <w:p w14:paraId="27551AF4" w14:textId="023F7BE3" w:rsidR="006565A7" w:rsidRPr="002E005C" w:rsidRDefault="006565A7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Special Instructions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06F7D0B8" w14:textId="36623E30" w:rsidR="006565A7" w:rsidRPr="002E005C" w:rsidRDefault="006565A7" w:rsidP="000A7829">
            <w:pPr>
              <w:pStyle w:val="ListParagraph"/>
              <w:ind w:left="1440"/>
              <w:rPr>
                <w:rFonts w:cstheme="minorHAnsi"/>
                <w:sz w:val="20"/>
                <w:szCs w:val="20"/>
              </w:rPr>
            </w:pPr>
          </w:p>
        </w:tc>
      </w:tr>
      <w:tr w:rsidR="00C3545A" w:rsidRPr="002E005C" w14:paraId="05AD81FD" w14:textId="77777777" w:rsidTr="00A93F99">
        <w:trPr>
          <w:trHeight w:val="340"/>
        </w:trPr>
        <w:tc>
          <w:tcPr>
            <w:tcW w:w="2700" w:type="dxa"/>
          </w:tcPr>
          <w:p w14:paraId="3E670BF1" w14:textId="52C23ABF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Weighting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1241E9A8" w14:textId="263779A4" w:rsidR="00C3545A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6A79F2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C3545A" w:rsidRPr="002E005C" w14:paraId="0A01ADC3" w14:textId="77777777" w:rsidTr="00A93F99">
        <w:trPr>
          <w:trHeight w:val="340"/>
        </w:trPr>
        <w:tc>
          <w:tcPr>
            <w:tcW w:w="2700" w:type="dxa"/>
          </w:tcPr>
          <w:p w14:paraId="6C6083F9" w14:textId="764A1DD6" w:rsidR="00C3545A" w:rsidRPr="002E005C" w:rsidRDefault="00AF63D5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Duration</w:t>
            </w:r>
            <w:r w:rsidR="00C3545A"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/Word Limit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4DB3E915" w14:textId="7945C688" w:rsidR="00C3545A" w:rsidRPr="002E005C" w:rsidRDefault="00CA5E3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none</w:t>
            </w:r>
          </w:p>
        </w:tc>
      </w:tr>
      <w:tr w:rsidR="00C3545A" w:rsidRPr="002E005C" w14:paraId="18920B2A" w14:textId="77777777" w:rsidTr="00A93F99">
        <w:trPr>
          <w:trHeight w:val="340"/>
        </w:trPr>
        <w:tc>
          <w:tcPr>
            <w:tcW w:w="2700" w:type="dxa"/>
          </w:tcPr>
          <w:p w14:paraId="7D73D13A" w14:textId="4895E8E9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Due Date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14:paraId="5F2E9189" w14:textId="3F739AD3" w:rsidR="00C3545A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Week 8</w:t>
            </w:r>
          </w:p>
        </w:tc>
      </w:tr>
      <w:tr w:rsidR="00C3545A" w:rsidRPr="002E005C" w14:paraId="2F4EFB52" w14:textId="77777777" w:rsidTr="00A93F99">
        <w:trPr>
          <w:trHeight w:val="340"/>
        </w:trPr>
        <w:tc>
          <w:tcPr>
            <w:tcW w:w="2700" w:type="dxa"/>
          </w:tcPr>
          <w:p w14:paraId="6849B9C9" w14:textId="3A151A6C" w:rsidR="00A93F99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Grading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/Marking</w:t>
            </w: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Criteria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35C30E4B" w14:textId="31AF8512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14:paraId="17082A64" w14:textId="4D016D96" w:rsidR="00A161F7" w:rsidRPr="002E005C" w:rsidRDefault="00A161F7" w:rsidP="003C1F90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sz w:val="20"/>
                <w:szCs w:val="20"/>
              </w:rPr>
              <w:t xml:space="preserve">Your grade will be determined using the </w:t>
            </w:r>
            <w:r w:rsidR="003C1F90">
              <w:rPr>
                <w:rFonts w:asciiTheme="minorHAnsi" w:hAnsiTheme="minorHAnsi" w:cstheme="minorHAnsi"/>
                <w:sz w:val="20"/>
                <w:szCs w:val="20"/>
              </w:rPr>
              <w:t>relevant criteria from the attached rubric</w:t>
            </w:r>
            <w:r w:rsidR="00E619F5" w:rsidRPr="002E005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C3545A" w:rsidRPr="002E005C" w14:paraId="3D9C71BE" w14:textId="77777777" w:rsidTr="00A93F99">
        <w:trPr>
          <w:trHeight w:val="340"/>
        </w:trPr>
        <w:tc>
          <w:tcPr>
            <w:tcW w:w="2700" w:type="dxa"/>
          </w:tcPr>
          <w:p w14:paraId="040C4D16" w14:textId="56A3790D" w:rsidR="00C3545A" w:rsidRPr="002E005C" w:rsidRDefault="00C3545A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Late Penalty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  <w:shd w:val="clear" w:color="auto" w:fill="FFFFFF"/>
          </w:tcPr>
          <w:p w14:paraId="0746AE61" w14:textId="2CD1AF7D" w:rsidR="00A161F7" w:rsidRPr="002E005C" w:rsidRDefault="00A161F7" w:rsidP="002E005C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sz w:val="20"/>
                <w:szCs w:val="20"/>
              </w:rPr>
              <w:t>Unless special circumstances are agreed with the course teacher regarding late submission, work submitted 1 working day late will be deducted 10%, 2 days late 20%, 3 days late 30% and any work submitted more than 3 days late will get a zero mark</w:t>
            </w:r>
            <w:r w:rsidR="00E619F5" w:rsidRPr="002E005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A161F7" w:rsidRPr="002E005C" w14:paraId="5E277162" w14:textId="77777777" w:rsidTr="00A93F99">
        <w:trPr>
          <w:trHeight w:val="340"/>
        </w:trPr>
        <w:tc>
          <w:tcPr>
            <w:tcW w:w="2700" w:type="dxa"/>
          </w:tcPr>
          <w:p w14:paraId="51CF7525" w14:textId="5867BD11" w:rsidR="00A161F7" w:rsidRPr="002E005C" w:rsidRDefault="00A161F7" w:rsidP="00A93F99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Academic Honesty</w:t>
            </w:r>
            <w:r w:rsidR="00A93F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20" w:type="dxa"/>
            <w:shd w:val="clear" w:color="auto" w:fill="FFFFFF"/>
          </w:tcPr>
          <w:p w14:paraId="6AD91CC9" w14:textId="77777777" w:rsidR="00EE0B3D" w:rsidRDefault="00A161F7" w:rsidP="00EE0B3D">
            <w:pPr>
              <w:spacing w:after="60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Breaches of Academic Honesty will be treat</w:t>
            </w:r>
            <w:r w:rsidR="00EE0B3D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ed with the utmost seriousness. </w:t>
            </w:r>
            <w:r w:rsidRPr="002E005C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You are reminded the penalties for cheating or plagiarism include dismissal from the HCT.</w:t>
            </w:r>
          </w:p>
          <w:p w14:paraId="1ECDF472" w14:textId="26324561" w:rsidR="00BD3C9C" w:rsidRPr="00EE0B3D" w:rsidRDefault="00BD3C9C" w:rsidP="00EE0B3D">
            <w:pPr>
              <w:spacing w:after="60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2E005C" w:rsidRPr="002E005C">
              <w:rPr>
                <w:rFonts w:asciiTheme="minorHAnsi" w:hAnsiTheme="minorHAnsi" w:cstheme="minorHAnsi"/>
                <w:sz w:val="20"/>
                <w:szCs w:val="20"/>
              </w:rPr>
              <w:t xml:space="preserve">for </w:t>
            </w:r>
            <w:r w:rsidRPr="002E005C">
              <w:rPr>
                <w:rFonts w:asciiTheme="minorHAnsi" w:hAnsiTheme="minorHAnsi" w:cstheme="minorHAnsi"/>
                <w:sz w:val="20"/>
                <w:szCs w:val="20"/>
              </w:rPr>
              <w:t>more information please refer to</w:t>
            </w:r>
            <w:r w:rsidRPr="002E005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hyperlink r:id="rId11" w:history="1">
              <w:r w:rsidRPr="002E005C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Academic and Student Regulations</w:t>
              </w:r>
            </w:hyperlink>
            <w:r w:rsidRPr="002E005C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hyperlink r:id="rId12" w:history="1">
              <w:r w:rsidRPr="002E005C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HCT Academic Honesty Policy</w:t>
              </w:r>
            </w:hyperlink>
            <w:r w:rsidR="00AA6C3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hyperlink r:id="rId13" w:history="1">
              <w:r w:rsidR="00AA6C34" w:rsidRPr="00AA6C34">
                <w:rPr>
                  <w:rStyle w:val="Hyperlink"/>
                  <w:rFonts w:asciiTheme="minorHAnsi" w:hAnsiTheme="minorHAnsi" w:cstheme="minorHAnsi"/>
                  <w:i/>
                  <w:iCs/>
                  <w:sz w:val="20"/>
                  <w:szCs w:val="20"/>
                </w:rPr>
                <w:t>Student Handbook</w:t>
              </w:r>
            </w:hyperlink>
            <w:r w:rsidRPr="002E005C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</w:tc>
      </w:tr>
    </w:tbl>
    <w:p w14:paraId="659258A7" w14:textId="7606AFD4" w:rsidR="000A7829" w:rsidRDefault="000A7829"/>
    <w:p w14:paraId="799449C1" w14:textId="77777777" w:rsidR="000A7829" w:rsidRDefault="000A7829">
      <w:pPr>
        <w:spacing w:before="0" w:after="0"/>
      </w:pPr>
      <w:r>
        <w:br w:type="page"/>
      </w:r>
    </w:p>
    <w:p w14:paraId="235103AC" w14:textId="77777777" w:rsidR="00EE0B3D" w:rsidRDefault="00EE0B3D"/>
    <w:tbl>
      <w:tblPr>
        <w:tblW w:w="88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5"/>
        <w:gridCol w:w="7475"/>
        <w:gridCol w:w="800"/>
      </w:tblGrid>
      <w:tr w:rsidR="008D26CD" w:rsidRPr="002E005C" w14:paraId="192FEB77" w14:textId="77777777" w:rsidTr="007D1A7F">
        <w:tc>
          <w:tcPr>
            <w:tcW w:w="8820" w:type="dxa"/>
            <w:gridSpan w:val="3"/>
            <w:tcBorders>
              <w:top w:val="single" w:sz="4" w:space="0" w:color="auto"/>
            </w:tcBorders>
            <w:shd w:val="clear" w:color="auto" w:fill="EEECE1" w:themeFill="background2"/>
          </w:tcPr>
          <w:p w14:paraId="6C7307E4" w14:textId="154FBDA8" w:rsidR="008D26CD" w:rsidRPr="00AA6C34" w:rsidRDefault="008D26CD" w:rsidP="00AA6C34">
            <w:pPr>
              <w:spacing w:after="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D26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HCT Graduate Outcomes Addressed</w:t>
            </w:r>
          </w:p>
        </w:tc>
      </w:tr>
      <w:tr w:rsidR="008D26CD" w:rsidRPr="002E005C" w14:paraId="0E354ECC" w14:textId="77777777" w:rsidTr="007D1A7F">
        <w:tc>
          <w:tcPr>
            <w:tcW w:w="545" w:type="dxa"/>
            <w:tcBorders>
              <w:top w:val="single" w:sz="4" w:space="0" w:color="auto"/>
            </w:tcBorders>
          </w:tcPr>
          <w:p w14:paraId="5856C43D" w14:textId="0907691E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475" w:type="dxa"/>
            <w:tcBorders>
              <w:top w:val="single" w:sz="4" w:space="0" w:color="auto"/>
            </w:tcBorders>
          </w:tcPr>
          <w:p w14:paraId="13B34ABB" w14:textId="346571CF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GO1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Communication and Information Literacy</w:t>
            </w:r>
            <w:bookmarkEnd w:id="1"/>
          </w:p>
        </w:tc>
        <w:tc>
          <w:tcPr>
            <w:tcW w:w="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690FE" w14:textId="172713C4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6064685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82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D26CD" w:rsidRPr="002E005C" w14:paraId="185632E4" w14:textId="77777777" w:rsidTr="007D1A7F">
        <w:tc>
          <w:tcPr>
            <w:tcW w:w="545" w:type="dxa"/>
          </w:tcPr>
          <w:p w14:paraId="5E68F411" w14:textId="3202974A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7475" w:type="dxa"/>
          </w:tcPr>
          <w:p w14:paraId="7B682715" w14:textId="47F31422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GO2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Critical and Creative Thinking</w:t>
            </w:r>
            <w:bookmarkEnd w:id="2"/>
            <w:r w:rsidR="008D26CD" w:rsidRPr="00E56E45"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B05AF2" w14:textId="6A8B887F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5092138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82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D26CD" w:rsidRPr="002E005C" w14:paraId="6DE9ADEB" w14:textId="77777777" w:rsidTr="007D1A7F">
        <w:tc>
          <w:tcPr>
            <w:tcW w:w="545" w:type="dxa"/>
          </w:tcPr>
          <w:p w14:paraId="3DEB0D2D" w14:textId="2872B5D8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7475" w:type="dxa"/>
          </w:tcPr>
          <w:p w14:paraId="7D654199" w14:textId="6A084339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GO3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Global Awareness and Citizenship</w:t>
            </w:r>
            <w:bookmarkEnd w:id="3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928B03" w14:textId="54DDA516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31849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82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D26CD" w:rsidRPr="002E005C" w14:paraId="6D035981" w14:textId="77777777" w:rsidTr="007D1A7F">
        <w:tc>
          <w:tcPr>
            <w:tcW w:w="545" w:type="dxa"/>
          </w:tcPr>
          <w:p w14:paraId="38C21093" w14:textId="53B6EFA4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7475" w:type="dxa"/>
          </w:tcPr>
          <w:p w14:paraId="0802A927" w14:textId="1AE754EC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GO4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Technological Literacy</w:t>
            </w:r>
            <w:bookmarkEnd w:id="4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1FF729" w14:textId="6B50713D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56275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6CD" w:rsidRPr="002E005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D26CD" w:rsidRPr="002E005C" w14:paraId="79572FB4" w14:textId="77777777" w:rsidTr="007D1A7F">
        <w:tc>
          <w:tcPr>
            <w:tcW w:w="545" w:type="dxa"/>
          </w:tcPr>
          <w:p w14:paraId="348DA69F" w14:textId="2C144E0E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7475" w:type="dxa"/>
          </w:tcPr>
          <w:p w14:paraId="393DE5DF" w14:textId="5042ACD0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5" w:name="GO5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Self-Management and Independent Learning</w:t>
            </w:r>
            <w:bookmarkEnd w:id="5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A87A20" w14:textId="35685AAA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7121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82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D26CD" w:rsidRPr="002E005C" w14:paraId="028507DA" w14:textId="77777777" w:rsidTr="007D1A7F">
        <w:tc>
          <w:tcPr>
            <w:tcW w:w="545" w:type="dxa"/>
          </w:tcPr>
          <w:p w14:paraId="20CE0D7F" w14:textId="22034302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7475" w:type="dxa"/>
          </w:tcPr>
          <w:p w14:paraId="1BE8736B" w14:textId="720C75A7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GO6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Teamwork and Leadership</w:t>
            </w:r>
            <w:bookmarkEnd w:id="6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A07EC7" w14:textId="221A1D16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07338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6CD" w:rsidRPr="002E005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D26CD" w:rsidRPr="002E005C" w14:paraId="2F308025" w14:textId="77777777" w:rsidTr="007D1A7F">
        <w:tc>
          <w:tcPr>
            <w:tcW w:w="545" w:type="dxa"/>
          </w:tcPr>
          <w:p w14:paraId="448AF91B" w14:textId="722E67FC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7475" w:type="dxa"/>
          </w:tcPr>
          <w:p w14:paraId="22836285" w14:textId="57E3D854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7" w:name="GO7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Vocational Competencies</w:t>
            </w:r>
            <w:bookmarkEnd w:id="7"/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674D67" w14:textId="66A418F7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11227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6CD" w:rsidRPr="002E005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D26CD" w:rsidRPr="002E005C" w14:paraId="51A43E3F" w14:textId="77777777" w:rsidTr="007D1A7F">
        <w:tc>
          <w:tcPr>
            <w:tcW w:w="545" w:type="dxa"/>
          </w:tcPr>
          <w:p w14:paraId="72B0CEF3" w14:textId="79581A97" w:rsidR="008D26CD" w:rsidRPr="00E56E45" w:rsidRDefault="008D26CD" w:rsidP="008D26C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56E45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7475" w:type="dxa"/>
          </w:tcPr>
          <w:p w14:paraId="0400335F" w14:textId="748623BC" w:rsidR="008D26CD" w:rsidRPr="00E56E45" w:rsidRDefault="00E56E45" w:rsidP="008D26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8" w:name="GO8"/>
            <w:r w:rsidRPr="00E56E45">
              <w:rPr>
                <w:rFonts w:asciiTheme="minorHAnsi" w:hAnsiTheme="minorHAnsi" w:cstheme="minorHAnsi"/>
                <w:sz w:val="20"/>
                <w:szCs w:val="20"/>
                <w:lang w:val="en"/>
              </w:rPr>
              <w:t>Mathematical Literacy</w:t>
            </w:r>
            <w:bookmarkEnd w:id="8"/>
          </w:p>
        </w:tc>
        <w:tc>
          <w:tcPr>
            <w:tcW w:w="800" w:type="dxa"/>
            <w:shd w:val="clear" w:color="auto" w:fill="FFFFFF"/>
            <w:vAlign w:val="center"/>
          </w:tcPr>
          <w:p w14:paraId="16BF76FE" w14:textId="2E0E56C3" w:rsidR="008D26CD" w:rsidRPr="002E005C" w:rsidRDefault="008D3FED" w:rsidP="008D26C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135158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6CD" w:rsidRPr="002E005C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19C658A" w14:textId="77777777" w:rsidR="00EE0B3D" w:rsidRDefault="00EE0B3D" w:rsidP="00AA175F">
      <w:pPr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F2BC89C" w14:textId="7F6AF8C8" w:rsidR="00AA175F" w:rsidRPr="00AA175F" w:rsidRDefault="00EE0B3D" w:rsidP="000A7829">
      <w:pPr>
        <w:spacing w:before="0" w:after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br w:type="page"/>
      </w:r>
      <w:r w:rsidR="00216FD6" w:rsidRPr="00AA175F">
        <w:rPr>
          <w:rFonts w:asciiTheme="minorHAnsi" w:hAnsiTheme="minorHAnsi" w:cstheme="minorHAnsi"/>
          <w:b/>
          <w:bCs/>
          <w:sz w:val="28"/>
          <w:szCs w:val="28"/>
        </w:rPr>
        <w:lastRenderedPageBreak/>
        <w:t>STUDENT GRADE</w:t>
      </w:r>
      <w:r w:rsidR="003C1F90">
        <w:rPr>
          <w:rFonts w:asciiTheme="minorHAnsi" w:hAnsiTheme="minorHAnsi" w:cstheme="minorHAnsi"/>
          <w:b/>
          <w:bCs/>
          <w:sz w:val="28"/>
          <w:szCs w:val="28"/>
        </w:rPr>
        <w:t>/MARK</w:t>
      </w:r>
      <w:r w:rsidR="00216FD6" w:rsidRPr="00AA175F">
        <w:rPr>
          <w:rFonts w:asciiTheme="minorHAnsi" w:hAnsiTheme="minorHAnsi" w:cstheme="minorHAnsi"/>
          <w:b/>
          <w:bCs/>
          <w:sz w:val="28"/>
          <w:szCs w:val="28"/>
        </w:rPr>
        <w:t xml:space="preserve"> REPORT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7025"/>
      </w:tblGrid>
      <w:tr w:rsidR="00AA6C34" w:rsidRPr="002E005C" w14:paraId="4406485F" w14:textId="77777777" w:rsidTr="00DB6E61">
        <w:trPr>
          <w:trHeight w:val="242"/>
          <w:jc w:val="center"/>
        </w:trPr>
        <w:tc>
          <w:tcPr>
            <w:tcW w:w="8820" w:type="dxa"/>
            <w:gridSpan w:val="2"/>
            <w:shd w:val="clear" w:color="auto" w:fill="D9D9D9" w:themeFill="background1" w:themeFillShade="D9"/>
          </w:tcPr>
          <w:p w14:paraId="526D3E92" w14:textId="295998DE" w:rsidR="00AA6C34" w:rsidRPr="002E005C" w:rsidRDefault="00C64475" w:rsidP="00AA6C34">
            <w:pPr>
              <w:spacing w:after="6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Course </w:t>
            </w:r>
            <w:r w:rsidR="00AA17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Assessment/Student Details</w:t>
            </w:r>
          </w:p>
        </w:tc>
      </w:tr>
      <w:tr w:rsidR="00AA6C34" w:rsidRPr="002E005C" w14:paraId="5C3E9C45" w14:textId="77777777" w:rsidTr="00655C9F">
        <w:trPr>
          <w:trHeight w:val="340"/>
          <w:jc w:val="center"/>
        </w:trPr>
        <w:tc>
          <w:tcPr>
            <w:tcW w:w="1795" w:type="dxa"/>
          </w:tcPr>
          <w:p w14:paraId="40133C7A" w14:textId="67F996AC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Code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5" w:type="dxa"/>
          </w:tcPr>
          <w:p w14:paraId="3D03F79A" w14:textId="45D7065E" w:rsidR="00AA6C34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LSC 1103</w:t>
            </w:r>
          </w:p>
        </w:tc>
      </w:tr>
      <w:tr w:rsidR="00AA6C34" w:rsidRPr="002E005C" w14:paraId="7A263DA9" w14:textId="77777777" w:rsidTr="00655C9F">
        <w:trPr>
          <w:trHeight w:val="340"/>
          <w:jc w:val="center"/>
        </w:trPr>
        <w:tc>
          <w:tcPr>
            <w:tcW w:w="1795" w:type="dxa"/>
          </w:tcPr>
          <w:p w14:paraId="68FDEE49" w14:textId="6D1638EC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Name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5" w:type="dxa"/>
          </w:tcPr>
          <w:p w14:paraId="70AB63F2" w14:textId="651C2BC6" w:rsidR="00AA6C34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Academic Reading and Writing</w:t>
            </w:r>
          </w:p>
        </w:tc>
      </w:tr>
      <w:tr w:rsidR="00AA6C34" w:rsidRPr="002E005C" w14:paraId="1741C3D8" w14:textId="77777777" w:rsidTr="00655C9F">
        <w:trPr>
          <w:trHeight w:val="340"/>
          <w:jc w:val="center"/>
        </w:trPr>
        <w:tc>
          <w:tcPr>
            <w:tcW w:w="1795" w:type="dxa"/>
          </w:tcPr>
          <w:p w14:paraId="28187B40" w14:textId="089299EB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Course Teacher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25" w:type="dxa"/>
          </w:tcPr>
          <w:p w14:paraId="4E3D0DA8" w14:textId="04C82CCA" w:rsidR="00AA6C34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Grant Hartley, Peter Thornton</w:t>
            </w:r>
          </w:p>
        </w:tc>
      </w:tr>
      <w:tr w:rsidR="00AA6C34" w:rsidRPr="002E005C" w14:paraId="6FF5CDB3" w14:textId="77777777" w:rsidTr="00655C9F">
        <w:trPr>
          <w:trHeight w:val="340"/>
          <w:jc w:val="center"/>
        </w:trPr>
        <w:tc>
          <w:tcPr>
            <w:tcW w:w="1795" w:type="dxa"/>
          </w:tcPr>
          <w:p w14:paraId="5102F8D4" w14:textId="7B277A4D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00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Task Title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5" w:type="dxa"/>
          </w:tcPr>
          <w:p w14:paraId="7A10C22A" w14:textId="0E6AFD67" w:rsidR="00AA6C34" w:rsidRPr="002E005C" w:rsidRDefault="000A7829" w:rsidP="00355DF1">
            <w:pPr>
              <w:spacing w:after="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Annotated Bibliography</w:t>
            </w:r>
          </w:p>
        </w:tc>
      </w:tr>
      <w:tr w:rsidR="00AA6C34" w:rsidRPr="002E005C" w14:paraId="299406F9" w14:textId="77777777" w:rsidTr="00655C9F">
        <w:trPr>
          <w:trHeight w:val="340"/>
          <w:jc w:val="center"/>
        </w:trPr>
        <w:tc>
          <w:tcPr>
            <w:tcW w:w="1795" w:type="dxa"/>
            <w:tcBorders>
              <w:bottom w:val="single" w:sz="4" w:space="0" w:color="auto"/>
            </w:tcBorders>
          </w:tcPr>
          <w:p w14:paraId="43E14363" w14:textId="348BC313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 Name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5" w:type="dxa"/>
            <w:tcBorders>
              <w:bottom w:val="single" w:sz="4" w:space="0" w:color="auto"/>
            </w:tcBorders>
          </w:tcPr>
          <w:p w14:paraId="33E31471" w14:textId="77777777" w:rsidR="00AA6C34" w:rsidRPr="002E005C" w:rsidRDefault="00AA6C34" w:rsidP="00355DF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A6C34" w:rsidRPr="002E005C" w14:paraId="1B82DC0A" w14:textId="77777777" w:rsidTr="00655C9F">
        <w:trPr>
          <w:trHeight w:val="340"/>
          <w:jc w:val="center"/>
        </w:trPr>
        <w:tc>
          <w:tcPr>
            <w:tcW w:w="1795" w:type="dxa"/>
            <w:tcBorders>
              <w:bottom w:val="single" w:sz="4" w:space="0" w:color="auto"/>
            </w:tcBorders>
          </w:tcPr>
          <w:p w14:paraId="2EDC42B8" w14:textId="70C78757" w:rsidR="00AA6C34" w:rsidRPr="002E005C" w:rsidRDefault="00AA6C34" w:rsidP="00EE0B3D">
            <w:pPr>
              <w:spacing w:after="6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Student ID</w:t>
            </w:r>
            <w:r w:rsidR="00EE0B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5" w:type="dxa"/>
            <w:tcBorders>
              <w:bottom w:val="single" w:sz="4" w:space="0" w:color="auto"/>
            </w:tcBorders>
          </w:tcPr>
          <w:p w14:paraId="52F85287" w14:textId="77777777" w:rsidR="00AA6C34" w:rsidRPr="002E005C" w:rsidRDefault="00AA6C34" w:rsidP="00AA17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9" w:name="_GoBack"/>
            <w:bookmarkEnd w:id="9"/>
          </w:p>
        </w:tc>
      </w:tr>
    </w:tbl>
    <w:p w14:paraId="1A6D70FB" w14:textId="2380207E" w:rsidR="00A80CE2" w:rsidRDefault="00A80CE2" w:rsidP="00A80CE2">
      <w:pPr>
        <w:spacing w:after="60"/>
        <w:rPr>
          <w:rFonts w:ascii="Arial" w:hAnsi="Arial"/>
        </w:rPr>
      </w:pPr>
    </w:p>
    <w:tbl>
      <w:tblPr>
        <w:tblStyle w:val="TableGrid"/>
        <w:tblW w:w="9889" w:type="dxa"/>
        <w:tblLook w:val="01E0" w:firstRow="1" w:lastRow="1" w:firstColumn="1" w:lastColumn="1" w:noHBand="0" w:noVBand="0"/>
      </w:tblPr>
      <w:tblGrid>
        <w:gridCol w:w="6819"/>
        <w:gridCol w:w="614"/>
        <w:gridCol w:w="614"/>
        <w:gridCol w:w="614"/>
        <w:gridCol w:w="614"/>
        <w:gridCol w:w="614"/>
      </w:tblGrid>
      <w:tr w:rsidR="00A80CE2" w14:paraId="64D59A1B" w14:textId="77777777" w:rsidTr="00DE5DE7">
        <w:tc>
          <w:tcPr>
            <w:tcW w:w="6819" w:type="dxa"/>
            <w:vMerge w:val="restart"/>
          </w:tcPr>
          <w:p w14:paraId="73941F3A" w14:textId="77777777" w:rsidR="00A80CE2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Specific Guidelines</w:t>
            </w:r>
          </w:p>
        </w:tc>
        <w:tc>
          <w:tcPr>
            <w:tcW w:w="3070" w:type="dxa"/>
            <w:gridSpan w:val="5"/>
          </w:tcPr>
          <w:p w14:paraId="147EF04E" w14:textId="77777777" w:rsidR="00A80CE2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Feedback</w:t>
            </w:r>
          </w:p>
        </w:tc>
      </w:tr>
      <w:tr w:rsidR="00A80CE2" w:rsidRPr="001A161F" w14:paraId="67DAF23F" w14:textId="77777777" w:rsidTr="00DE5DE7">
        <w:tc>
          <w:tcPr>
            <w:tcW w:w="6819" w:type="dxa"/>
            <w:vMerge/>
          </w:tcPr>
          <w:p w14:paraId="7185D95E" w14:textId="77777777" w:rsidR="00A80CE2" w:rsidRPr="001A161F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</w:tcPr>
          <w:p w14:paraId="36F0EA01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14" w:type="dxa"/>
          </w:tcPr>
          <w:p w14:paraId="534DEFC5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14" w:type="dxa"/>
          </w:tcPr>
          <w:p w14:paraId="6FF43660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14" w:type="dxa"/>
          </w:tcPr>
          <w:p w14:paraId="06D6EA9A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614" w:type="dxa"/>
          </w:tcPr>
          <w:p w14:paraId="7DF2D4CF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</w:tr>
      <w:tr w:rsidR="00A80CE2" w:rsidRPr="001A161F" w14:paraId="3243E940" w14:textId="77777777" w:rsidTr="00DE5DE7">
        <w:tc>
          <w:tcPr>
            <w:tcW w:w="6819" w:type="dxa"/>
          </w:tcPr>
          <w:p w14:paraId="558C4E33" w14:textId="5D81350C" w:rsidR="00A80CE2" w:rsidRPr="001A161F" w:rsidRDefault="00B77DCC" w:rsidP="00DE5D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1. 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Research 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Identification and investigation of a range of </w:t>
            </w:r>
            <w:r w:rsidR="00A80CE2">
              <w:rPr>
                <w:rFonts w:ascii="Calibri" w:hAnsi="Calibri" w:cs="Calibri"/>
                <w:spacing w:val="0"/>
                <w:sz w:val="18"/>
                <w:szCs w:val="18"/>
              </w:rPr>
              <w:t xml:space="preserve">appropriate </w:t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>academic and/ or cultural sources</w:t>
            </w:r>
          </w:p>
        </w:tc>
        <w:tc>
          <w:tcPr>
            <w:tcW w:w="614" w:type="dxa"/>
            <w:vAlign w:val="center"/>
          </w:tcPr>
          <w:p w14:paraId="02A0E947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7221E7BC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19C4182E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12E05117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4293918F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0CE2" w:rsidRPr="001A161F" w14:paraId="00569766" w14:textId="77777777" w:rsidTr="00DE5DE7">
        <w:trPr>
          <w:trHeight w:val="907"/>
        </w:trPr>
        <w:tc>
          <w:tcPr>
            <w:tcW w:w="9889" w:type="dxa"/>
            <w:gridSpan w:val="6"/>
          </w:tcPr>
          <w:p w14:paraId="72580EF8" w14:textId="77777777" w:rsidR="00A80CE2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Comment:</w:t>
            </w:r>
          </w:p>
          <w:p w14:paraId="27549465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1CC876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434910" w14:textId="77777777" w:rsidR="00A80CE2" w:rsidRPr="00F14888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CE2" w:rsidRPr="001A161F" w14:paraId="7C5A8FCE" w14:textId="77777777" w:rsidTr="00DE5DE7">
        <w:tc>
          <w:tcPr>
            <w:tcW w:w="6819" w:type="dxa"/>
          </w:tcPr>
          <w:p w14:paraId="14FADA75" w14:textId="40DCED58" w:rsidR="00A80CE2" w:rsidRPr="001A161F" w:rsidRDefault="00B77DCC" w:rsidP="00DE5D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2. 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Analysis 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Examination and interpretation of </w:t>
            </w:r>
            <w:r w:rsidR="00A80CE2">
              <w:rPr>
                <w:rFonts w:ascii="Calibri" w:hAnsi="Calibri" w:cs="Calibri"/>
                <w:spacing w:val="0"/>
                <w:sz w:val="18"/>
                <w:szCs w:val="18"/>
              </w:rPr>
              <w:t xml:space="preserve">information and/or </w:t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>resources</w:t>
            </w:r>
          </w:p>
        </w:tc>
        <w:tc>
          <w:tcPr>
            <w:tcW w:w="614" w:type="dxa"/>
            <w:vAlign w:val="center"/>
          </w:tcPr>
          <w:p w14:paraId="769B6908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43195EC2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3F551876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3E98347E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7022A681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0CE2" w:rsidRPr="001A161F" w14:paraId="787C1212" w14:textId="77777777" w:rsidTr="00DE5DE7">
        <w:trPr>
          <w:trHeight w:val="907"/>
        </w:trPr>
        <w:tc>
          <w:tcPr>
            <w:tcW w:w="9889" w:type="dxa"/>
            <w:gridSpan w:val="6"/>
          </w:tcPr>
          <w:p w14:paraId="394BD63C" w14:textId="77777777" w:rsidR="00A80CE2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Comment:</w:t>
            </w:r>
          </w:p>
          <w:p w14:paraId="2D669424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783BBB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04F6C8" w14:textId="77777777" w:rsidR="00A80CE2" w:rsidRPr="00F14888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CE2" w:rsidRPr="001A161F" w14:paraId="16E5DA40" w14:textId="77777777" w:rsidTr="00DE5DE7">
        <w:tc>
          <w:tcPr>
            <w:tcW w:w="6819" w:type="dxa"/>
          </w:tcPr>
          <w:p w14:paraId="4ACE3E51" w14:textId="768A1697" w:rsidR="00A80CE2" w:rsidRDefault="00B77DCC" w:rsidP="00DE5DE7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3. </w:t>
            </w:r>
            <w:r w:rsidR="00A80CE2" w:rsidRPr="00A6587B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References</w:t>
            </w:r>
            <w:r w:rsidR="00A80CE2"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 </w:t>
            </w:r>
          </w:p>
          <w:p w14:paraId="653973FA" w14:textId="77777777" w:rsidR="00A80CE2" w:rsidRPr="001A161F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spacing w:val="0"/>
                <w:sz w:val="18"/>
                <w:szCs w:val="18"/>
              </w:rPr>
              <w:t>B</w:t>
            </w: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ibliography, citation, in text citation, referencing  (APA style format)</w:t>
            </w:r>
          </w:p>
        </w:tc>
        <w:tc>
          <w:tcPr>
            <w:tcW w:w="614" w:type="dxa"/>
            <w:vAlign w:val="center"/>
          </w:tcPr>
          <w:p w14:paraId="682333C1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29856F92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7F16028F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0A6D35F1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1ABB1A1F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0CE2" w:rsidRPr="001A161F" w14:paraId="500A2DD8" w14:textId="77777777" w:rsidTr="00DE5DE7">
        <w:trPr>
          <w:trHeight w:val="907"/>
        </w:trPr>
        <w:tc>
          <w:tcPr>
            <w:tcW w:w="9889" w:type="dxa"/>
            <w:gridSpan w:val="6"/>
          </w:tcPr>
          <w:p w14:paraId="0AF28B91" w14:textId="77777777" w:rsidR="00A80CE2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Comment:</w:t>
            </w:r>
          </w:p>
          <w:p w14:paraId="15E0E3A3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13C8C6" w14:textId="77777777" w:rsidR="00A80CE2" w:rsidRPr="00F14888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CE2" w:rsidRPr="001A161F" w14:paraId="4975667D" w14:textId="77777777" w:rsidTr="00DE5DE7">
        <w:tc>
          <w:tcPr>
            <w:tcW w:w="6819" w:type="dxa"/>
          </w:tcPr>
          <w:p w14:paraId="318D901C" w14:textId="2A91A5F4" w:rsidR="00A80CE2" w:rsidRPr="001A161F" w:rsidRDefault="00B77DCC" w:rsidP="00DE5D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4. </w:t>
            </w:r>
            <w:r w:rsidR="00A80CE2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Clarity and a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ccuracy</w:t>
            </w:r>
            <w:r w:rsidR="00A80CE2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>Clarity of message</w:t>
            </w:r>
            <w:r w:rsidR="00A80CE2">
              <w:rPr>
                <w:rFonts w:ascii="Calibri" w:hAnsi="Calibri" w:cs="Calibri"/>
                <w:spacing w:val="0"/>
                <w:sz w:val="18"/>
                <w:szCs w:val="18"/>
              </w:rPr>
              <w:t>,</w:t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 </w:t>
            </w:r>
            <w:r w:rsidR="00A80CE2">
              <w:rPr>
                <w:rFonts w:ascii="Calibri" w:hAnsi="Calibri" w:cs="Calibri"/>
                <w:spacing w:val="0"/>
                <w:sz w:val="18"/>
                <w:szCs w:val="18"/>
              </w:rPr>
              <w:t>a</w:t>
            </w:r>
            <w:r w:rsidR="00A80CE2" w:rsidRPr="00EB75B1">
              <w:rPr>
                <w:rFonts w:ascii="Calibri" w:hAnsi="Calibri" w:cs="Calibri"/>
                <w:spacing w:val="0"/>
                <w:sz w:val="18"/>
                <w:szCs w:val="18"/>
              </w:rPr>
              <w:t>ccuracy of grammar, vocabulary, spelling, punctuation sentences</w:t>
            </w:r>
          </w:p>
        </w:tc>
        <w:tc>
          <w:tcPr>
            <w:tcW w:w="614" w:type="dxa"/>
            <w:vAlign w:val="center"/>
          </w:tcPr>
          <w:p w14:paraId="1EDE5771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52CD58A6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2ACEC6E7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59B1434A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dxa"/>
            <w:vAlign w:val="center"/>
          </w:tcPr>
          <w:p w14:paraId="006F50A4" w14:textId="77777777" w:rsidR="00A80CE2" w:rsidRPr="001A161F" w:rsidRDefault="00A80CE2" w:rsidP="00DE5DE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0CE2" w:rsidRPr="001A161F" w14:paraId="00C3F286" w14:textId="77777777" w:rsidTr="00DE5DE7">
        <w:trPr>
          <w:trHeight w:val="907"/>
        </w:trPr>
        <w:tc>
          <w:tcPr>
            <w:tcW w:w="9889" w:type="dxa"/>
            <w:gridSpan w:val="6"/>
          </w:tcPr>
          <w:p w14:paraId="37E9AB1E" w14:textId="77777777" w:rsidR="00A80CE2" w:rsidRDefault="00A80CE2" w:rsidP="00DE5D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Comment:</w:t>
            </w:r>
          </w:p>
          <w:p w14:paraId="45699A69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1D56E5" w14:textId="77777777" w:rsidR="00A80CE2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9B3EC6" w14:textId="77777777" w:rsidR="00A80CE2" w:rsidRPr="00F14888" w:rsidRDefault="00A80CE2" w:rsidP="00DE5D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3BA1D1" w14:textId="77777777" w:rsidR="00A80CE2" w:rsidRDefault="00A80CE2" w:rsidP="00A80CE2">
      <w:pPr>
        <w:spacing w:after="60"/>
        <w:rPr>
          <w:rFonts w:ascii="Arial" w:hAnsi="Arial" w:cs="Arial"/>
          <w:sz w:val="12"/>
          <w:szCs w:val="12"/>
        </w:rPr>
        <w:sectPr w:rsidR="00A80CE2" w:rsidSect="00A80CE2">
          <w:headerReference w:type="even" r:id="rId14"/>
          <w:footerReference w:type="even" r:id="rId15"/>
          <w:pgSz w:w="11906" w:h="16838" w:code="9"/>
          <w:pgMar w:top="1440" w:right="1134" w:bottom="1134" w:left="1134" w:header="720" w:footer="720" w:gutter="0"/>
          <w:cols w:space="720"/>
          <w:titlePg/>
          <w:docGrid w:linePitch="360"/>
        </w:sectPr>
      </w:pPr>
    </w:p>
    <w:p w14:paraId="18FBF800" w14:textId="056B3447" w:rsidR="00655C9F" w:rsidRDefault="00655C9F">
      <w:pPr>
        <w:spacing w:before="0" w:after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646642A2" w14:textId="72A0AC39" w:rsidR="00FB41FA" w:rsidRPr="00C03358" w:rsidRDefault="00FB41FA" w:rsidP="00FB41FA">
      <w:p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ASSESSMENT COVER PAGE</w:t>
      </w:r>
    </w:p>
    <w:tbl>
      <w:tblPr>
        <w:tblW w:w="964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3533"/>
        <w:gridCol w:w="1985"/>
        <w:gridCol w:w="1885"/>
      </w:tblGrid>
      <w:tr w:rsidR="00FB41FA" w:rsidRPr="006A25EF" w14:paraId="49941BDA" w14:textId="77777777" w:rsidTr="00355DF1">
        <w:trPr>
          <w:trHeight w:val="557"/>
        </w:trPr>
        <w:tc>
          <w:tcPr>
            <w:tcW w:w="2245" w:type="dxa"/>
            <w:shd w:val="clear" w:color="auto" w:fill="F3F3F3"/>
          </w:tcPr>
          <w:p w14:paraId="421723C2" w14:textId="512F7279" w:rsidR="00FB41FA" w:rsidRPr="00EE0B3D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Course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ame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533" w:type="dxa"/>
          </w:tcPr>
          <w:p w14:paraId="0CC39A54" w14:textId="39881EDA" w:rsidR="00FB41FA" w:rsidRPr="006C6AF2" w:rsidRDefault="000A7829" w:rsidP="00355DF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Academic Reading and Writing</w:t>
            </w:r>
          </w:p>
        </w:tc>
        <w:tc>
          <w:tcPr>
            <w:tcW w:w="1985" w:type="dxa"/>
            <w:shd w:val="clear" w:color="auto" w:fill="F3F3F3"/>
          </w:tcPr>
          <w:p w14:paraId="47043B9E" w14:textId="0D067460" w:rsidR="00FB41FA" w:rsidRPr="006A25EF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Course Code:</w:t>
            </w:r>
          </w:p>
        </w:tc>
        <w:tc>
          <w:tcPr>
            <w:tcW w:w="1885" w:type="dxa"/>
          </w:tcPr>
          <w:p w14:paraId="086FF198" w14:textId="36146125" w:rsidR="00FB41FA" w:rsidRPr="006C6AF2" w:rsidRDefault="000A7829" w:rsidP="00355DF1">
            <w:pPr>
              <w:pStyle w:val="Bold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LSC 1103</w:t>
            </w:r>
          </w:p>
        </w:tc>
      </w:tr>
      <w:tr w:rsidR="00FB41FA" w:rsidRPr="006A25EF" w14:paraId="12FAB8A0" w14:textId="77777777" w:rsidTr="00355DF1">
        <w:trPr>
          <w:trHeight w:val="422"/>
        </w:trPr>
        <w:tc>
          <w:tcPr>
            <w:tcW w:w="2245" w:type="dxa"/>
            <w:shd w:val="clear" w:color="auto" w:fill="F3F3F3"/>
            <w:vAlign w:val="center"/>
          </w:tcPr>
          <w:p w14:paraId="51FD468C" w14:textId="24476593" w:rsidR="00FB41FA" w:rsidRPr="00EE0B3D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Instructor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</w:t>
            </w: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ame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403" w:type="dxa"/>
            <w:gridSpan w:val="3"/>
            <w:vAlign w:val="center"/>
          </w:tcPr>
          <w:p w14:paraId="7C884637" w14:textId="49440003" w:rsidR="00FB41FA" w:rsidRPr="006C6AF2" w:rsidRDefault="00DF0B4A" w:rsidP="00355DF1">
            <w:pPr>
              <w:pStyle w:val="Bold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Grant Hartley, Peter Thornton</w:t>
            </w:r>
          </w:p>
        </w:tc>
      </w:tr>
      <w:tr w:rsidR="00FB41FA" w:rsidRPr="006A25EF" w14:paraId="3C16BC12" w14:textId="77777777" w:rsidTr="00355DF1">
        <w:trPr>
          <w:trHeight w:val="422"/>
        </w:trPr>
        <w:tc>
          <w:tcPr>
            <w:tcW w:w="2245" w:type="dxa"/>
            <w:shd w:val="clear" w:color="auto" w:fill="F3F3F3"/>
          </w:tcPr>
          <w:p w14:paraId="3789835B" w14:textId="6210752B" w:rsidR="00FB41FA" w:rsidRPr="00EE0B3D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Task</w:t>
            </w: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itle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7403" w:type="dxa"/>
            <w:gridSpan w:val="3"/>
            <w:vAlign w:val="center"/>
          </w:tcPr>
          <w:p w14:paraId="3180FA80" w14:textId="50C14356" w:rsidR="00FB41FA" w:rsidRPr="006C6AF2" w:rsidRDefault="00DF0B4A" w:rsidP="00355DF1">
            <w:pPr>
              <w:pStyle w:val="Bold"/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sz w:val="20"/>
                <w:szCs w:val="20"/>
              </w:rPr>
              <w:t>Annotated Bibliography</w:t>
            </w:r>
          </w:p>
        </w:tc>
      </w:tr>
      <w:tr w:rsidR="00FB41FA" w:rsidRPr="006A25EF" w14:paraId="039C6559" w14:textId="77777777" w:rsidTr="00355DF1">
        <w:trPr>
          <w:trHeight w:val="458"/>
        </w:trPr>
        <w:tc>
          <w:tcPr>
            <w:tcW w:w="2245" w:type="dxa"/>
            <w:shd w:val="clear" w:color="auto" w:fill="F3F3F3"/>
          </w:tcPr>
          <w:p w14:paraId="4F39C186" w14:textId="2C6BD860" w:rsidR="00FB41FA" w:rsidRPr="00EE0B3D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Due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ate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533" w:type="dxa"/>
          </w:tcPr>
          <w:p w14:paraId="75C21A5A" w14:textId="214128B0" w:rsidR="00FB41FA" w:rsidRPr="00CA5E39" w:rsidRDefault="00DF0B4A" w:rsidP="00355DF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A5E39">
              <w:rPr>
                <w:rFonts w:asciiTheme="minorHAnsi" w:hAnsiTheme="minorHAnsi" w:cstheme="minorHAnsi"/>
                <w:bCs/>
                <w:sz w:val="22"/>
                <w:szCs w:val="22"/>
              </w:rPr>
              <w:t>Week 8</w:t>
            </w:r>
          </w:p>
        </w:tc>
        <w:tc>
          <w:tcPr>
            <w:tcW w:w="1985" w:type="dxa"/>
            <w:shd w:val="clear" w:color="auto" w:fill="F3F3F3"/>
          </w:tcPr>
          <w:p w14:paraId="3279E562" w14:textId="23C9857B" w:rsidR="00FB41FA" w:rsidRPr="006A25EF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B3D">
              <w:rPr>
                <w:rFonts w:asciiTheme="minorHAnsi" w:hAnsiTheme="minorHAnsi" w:cstheme="minorHAnsi"/>
                <w:b/>
                <w:sz w:val="20"/>
                <w:szCs w:val="20"/>
              </w:rPr>
              <w:t>Date Submitted:</w:t>
            </w:r>
          </w:p>
        </w:tc>
        <w:tc>
          <w:tcPr>
            <w:tcW w:w="1885" w:type="dxa"/>
          </w:tcPr>
          <w:p w14:paraId="0961AFA8" w14:textId="77777777" w:rsidR="00FB41FA" w:rsidRPr="006A25EF" w:rsidRDefault="00FB41FA" w:rsidP="00355DF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E8CC58" w14:textId="77777777" w:rsidR="00FB41FA" w:rsidRPr="006A25EF" w:rsidRDefault="00FB41FA" w:rsidP="00FB41F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7AF40A9B" w14:textId="77777777" w:rsidR="00FB41FA" w:rsidRPr="006A25EF" w:rsidRDefault="00FB41FA" w:rsidP="00FB41F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9648" w:type="dxa"/>
        <w:tblInd w:w="-1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3523"/>
        <w:gridCol w:w="1985"/>
        <w:gridCol w:w="1885"/>
      </w:tblGrid>
      <w:tr w:rsidR="00FB41FA" w:rsidRPr="006A25EF" w14:paraId="076AEBB4" w14:textId="77777777" w:rsidTr="00355DF1">
        <w:trPr>
          <w:trHeight w:hRule="exact" w:val="568"/>
        </w:trPr>
        <w:tc>
          <w:tcPr>
            <w:tcW w:w="2255" w:type="dxa"/>
            <w:shd w:val="clear" w:color="auto" w:fill="F3F3F3"/>
          </w:tcPr>
          <w:p w14:paraId="7F47D6D0" w14:textId="3C622BE8" w:rsidR="00FB41FA" w:rsidRPr="006A25EF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C6AF2">
              <w:rPr>
                <w:rFonts w:asciiTheme="minorHAnsi" w:hAnsiTheme="minorHAnsi" w:cstheme="minorHAnsi"/>
                <w:b/>
                <w:sz w:val="24"/>
                <w:szCs w:val="24"/>
              </w:rPr>
              <w:t>Student Name:</w:t>
            </w:r>
          </w:p>
        </w:tc>
        <w:tc>
          <w:tcPr>
            <w:tcW w:w="7393" w:type="dxa"/>
            <w:gridSpan w:val="3"/>
          </w:tcPr>
          <w:p w14:paraId="0208E92B" w14:textId="77777777" w:rsidR="00FB41FA" w:rsidRPr="006A25EF" w:rsidRDefault="00FB41FA" w:rsidP="00355DF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AE5D6FC" w14:textId="77777777" w:rsidR="00FB41FA" w:rsidRPr="006A25EF" w:rsidRDefault="00FB41FA" w:rsidP="00355DF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E755C83" w14:textId="77777777" w:rsidR="00FB41FA" w:rsidRPr="006A25EF" w:rsidRDefault="00FB41FA" w:rsidP="00355DF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B41FA" w:rsidRPr="006A25EF" w14:paraId="16D4C362" w14:textId="77777777" w:rsidTr="00355DF1">
        <w:trPr>
          <w:trHeight w:hRule="exact" w:val="478"/>
        </w:trPr>
        <w:tc>
          <w:tcPr>
            <w:tcW w:w="2255" w:type="dxa"/>
            <w:shd w:val="clear" w:color="auto" w:fill="F3F3F3"/>
          </w:tcPr>
          <w:p w14:paraId="2BE11143" w14:textId="1ADAA40C" w:rsidR="00FB41FA" w:rsidRPr="006C6AF2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6AF2">
              <w:rPr>
                <w:rFonts w:asciiTheme="minorHAnsi" w:hAnsiTheme="minorHAnsi" w:cstheme="minorHAnsi"/>
                <w:b/>
                <w:sz w:val="20"/>
                <w:szCs w:val="20"/>
              </w:rPr>
              <w:t>Student</w:t>
            </w:r>
            <w:r w:rsidR="00FB41FA" w:rsidRPr="006C6AF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ID</w:t>
            </w:r>
            <w:r w:rsidRPr="006C6AF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523" w:type="dxa"/>
          </w:tcPr>
          <w:p w14:paraId="74600C02" w14:textId="77777777" w:rsidR="00FB41FA" w:rsidRPr="006C6AF2" w:rsidRDefault="00FB41FA" w:rsidP="00355DF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3F3F3"/>
          </w:tcPr>
          <w:p w14:paraId="23B98C4F" w14:textId="7E575AAE" w:rsidR="00FB41FA" w:rsidRPr="006C6AF2" w:rsidRDefault="00EE0B3D" w:rsidP="00EE0B3D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6AF2">
              <w:rPr>
                <w:rFonts w:asciiTheme="minorHAnsi" w:hAnsiTheme="minorHAnsi" w:cstheme="minorHAnsi"/>
                <w:b/>
                <w:sz w:val="20"/>
                <w:szCs w:val="20"/>
              </w:rPr>
              <w:t>Section:</w:t>
            </w:r>
          </w:p>
        </w:tc>
        <w:tc>
          <w:tcPr>
            <w:tcW w:w="1885" w:type="dxa"/>
          </w:tcPr>
          <w:p w14:paraId="2048759D" w14:textId="77777777" w:rsidR="00FB41FA" w:rsidRPr="006C6AF2" w:rsidRDefault="00FB41FA" w:rsidP="00355DF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B5834AE" w14:textId="77777777" w:rsidR="00FB41FA" w:rsidRDefault="00FB41FA" w:rsidP="00FB41F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315F8B2" w14:textId="77777777" w:rsidR="00790D6A" w:rsidRDefault="00790D6A" w:rsidP="00FB41F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1CF27F09" w14:textId="77777777" w:rsidR="00790D6A" w:rsidRDefault="00790D6A" w:rsidP="00FB41F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524C8B6A" w14:textId="78FF22DA" w:rsidR="00790D6A" w:rsidRPr="00E52F7C" w:rsidRDefault="00790D6A" w:rsidP="00790D6A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Late Penalty</w:t>
      </w:r>
      <w:r w:rsidRPr="00E52F7C">
        <w:rPr>
          <w:rFonts w:asciiTheme="minorHAnsi" w:hAnsiTheme="minorHAnsi" w:cstheme="minorHAnsi"/>
          <w:sz w:val="22"/>
        </w:rPr>
        <w:t>:</w:t>
      </w:r>
    </w:p>
    <w:p w14:paraId="70867406" w14:textId="45981EDD" w:rsidR="00EE0B3D" w:rsidRDefault="00790D6A" w:rsidP="00790D6A">
      <w:pPr>
        <w:spacing w:after="60"/>
        <w:rPr>
          <w:rFonts w:asciiTheme="minorHAnsi" w:hAnsiTheme="minorHAnsi" w:cstheme="minorHAnsi"/>
          <w:sz w:val="20"/>
          <w:szCs w:val="20"/>
        </w:rPr>
      </w:pPr>
      <w:r w:rsidRPr="002E005C">
        <w:rPr>
          <w:rFonts w:asciiTheme="minorHAnsi" w:hAnsiTheme="minorHAnsi" w:cstheme="minorHAnsi"/>
          <w:sz w:val="20"/>
          <w:szCs w:val="20"/>
        </w:rPr>
        <w:t>Unless special circumstances are agreed with the course teacher regarding late submission, work submitted 1 working day late will be deducted 10%, 2 days late 20%, 3 days late 30% and any work submitted more than 3 days late will get a zero mark.</w:t>
      </w:r>
    </w:p>
    <w:p w14:paraId="77E4E444" w14:textId="77777777" w:rsidR="00790D6A" w:rsidRDefault="00790D6A" w:rsidP="00790D6A">
      <w:pPr>
        <w:spacing w:after="60"/>
        <w:rPr>
          <w:rFonts w:asciiTheme="minorHAnsi" w:hAnsiTheme="minorHAnsi" w:cstheme="minorHAnsi"/>
          <w:b/>
          <w:sz w:val="22"/>
        </w:rPr>
      </w:pPr>
    </w:p>
    <w:p w14:paraId="01E9EC41" w14:textId="2493109D" w:rsidR="00FB41FA" w:rsidRPr="00EE0B3D" w:rsidRDefault="00EE0B3D" w:rsidP="00EE0B3D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>Academic Honesty</w:t>
      </w:r>
      <w:r w:rsidRPr="00E52F7C">
        <w:rPr>
          <w:rFonts w:asciiTheme="minorHAnsi" w:hAnsiTheme="minorHAnsi" w:cstheme="minorHAnsi"/>
          <w:sz w:val="22"/>
        </w:rPr>
        <w:t>:</w:t>
      </w:r>
    </w:p>
    <w:p w14:paraId="0D512F24" w14:textId="38F12809" w:rsidR="00FB41FA" w:rsidRPr="006C6AF2" w:rsidRDefault="00FB41FA" w:rsidP="00EE0B3D">
      <w:pPr>
        <w:spacing w:after="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10" w:name="_Toc304360411"/>
      <w:r w:rsidRPr="006C6AF2">
        <w:rPr>
          <w:rFonts w:asciiTheme="minorHAnsi" w:hAnsiTheme="minorHAnsi" w:cstheme="minorHAnsi"/>
          <w:b/>
          <w:bCs/>
          <w:color w:val="FF0000"/>
          <w:sz w:val="20"/>
          <w:szCs w:val="20"/>
        </w:rPr>
        <w:t>Breaches of Academic Honesty will be treated with the utmost seriousness. You are reminded the penalties for cheating or plagiarism include dismissal from the HCT.</w:t>
      </w:r>
    </w:p>
    <w:p w14:paraId="1EF47DA7" w14:textId="2485380D" w:rsidR="00EE0B3D" w:rsidRPr="006C6AF2" w:rsidRDefault="00EE0B3D" w:rsidP="00EE0B3D">
      <w:pPr>
        <w:spacing w:after="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6C6AF2">
        <w:rPr>
          <w:rFonts w:asciiTheme="minorHAnsi" w:hAnsiTheme="minorHAnsi" w:cstheme="minorHAnsi"/>
          <w:sz w:val="20"/>
          <w:szCs w:val="20"/>
        </w:rPr>
        <w:t>(</w:t>
      </w:r>
      <w:proofErr w:type="gramStart"/>
      <w:r w:rsidRPr="006C6AF2">
        <w:rPr>
          <w:rFonts w:asciiTheme="minorHAnsi" w:hAnsiTheme="minorHAnsi" w:cstheme="minorHAnsi"/>
          <w:sz w:val="20"/>
          <w:szCs w:val="20"/>
        </w:rPr>
        <w:t>for</w:t>
      </w:r>
      <w:proofErr w:type="gramEnd"/>
      <w:r w:rsidRPr="006C6AF2">
        <w:rPr>
          <w:rFonts w:asciiTheme="minorHAnsi" w:hAnsiTheme="minorHAnsi" w:cstheme="minorHAnsi"/>
          <w:sz w:val="20"/>
          <w:szCs w:val="20"/>
        </w:rPr>
        <w:t xml:space="preserve"> more information please refer to</w:t>
      </w:r>
      <w:r w:rsidRPr="006C6AF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hyperlink r:id="rId16" w:history="1">
        <w:r w:rsidRPr="006C6AF2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Academic and Student Regulations</w:t>
        </w:r>
      </w:hyperlink>
      <w:r w:rsidRPr="006C6AF2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hyperlink r:id="rId17" w:history="1">
        <w:r w:rsidRPr="006C6AF2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HCT Academic Honesty Policy</w:t>
        </w:r>
      </w:hyperlink>
      <w:r w:rsidRPr="006C6AF2"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hyperlink r:id="rId18" w:history="1">
        <w:r w:rsidRPr="006C6AF2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Student Handbook</w:t>
        </w:r>
      </w:hyperlink>
      <w:r w:rsidRPr="006C6AF2">
        <w:rPr>
          <w:rFonts w:asciiTheme="minorHAnsi" w:hAnsiTheme="minorHAnsi" w:cstheme="minorHAnsi"/>
          <w:sz w:val="20"/>
          <w:szCs w:val="20"/>
        </w:rPr>
        <w:t>)</w:t>
      </w:r>
    </w:p>
    <w:p w14:paraId="7E8A1D3B" w14:textId="77777777" w:rsidR="00FB41FA" w:rsidRPr="006A25EF" w:rsidRDefault="00FB41FA" w:rsidP="00FB41FA">
      <w:pPr>
        <w:spacing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0"/>
    <w:p w14:paraId="139054FA" w14:textId="77777777" w:rsidR="00FB41FA" w:rsidRPr="00E52F7C" w:rsidRDefault="00FB41FA" w:rsidP="00FB41FA">
      <w:pPr>
        <w:rPr>
          <w:rFonts w:asciiTheme="minorHAnsi" w:hAnsiTheme="minorHAnsi" w:cstheme="minorHAnsi"/>
          <w:sz w:val="22"/>
        </w:rPr>
      </w:pPr>
      <w:r w:rsidRPr="00E52F7C">
        <w:rPr>
          <w:rFonts w:asciiTheme="minorHAnsi" w:hAnsiTheme="minorHAnsi" w:cstheme="minorHAnsi"/>
          <w:b/>
          <w:sz w:val="22"/>
        </w:rPr>
        <w:t>Student Declaration</w:t>
      </w:r>
      <w:r w:rsidRPr="00E52F7C">
        <w:rPr>
          <w:rFonts w:asciiTheme="minorHAnsi" w:hAnsiTheme="minorHAnsi" w:cstheme="minorHAnsi"/>
          <w:sz w:val="22"/>
        </w:rPr>
        <w:t>:</w:t>
      </w:r>
    </w:p>
    <w:p w14:paraId="3CCB1478" w14:textId="4DD8026F" w:rsidR="00FB41FA" w:rsidRPr="00790D6A" w:rsidRDefault="00FB41FA" w:rsidP="00790D6A">
      <w:pPr>
        <w:spacing w:after="60"/>
        <w:rPr>
          <w:rFonts w:asciiTheme="minorHAnsi" w:hAnsiTheme="minorHAnsi" w:cstheme="minorHAnsi"/>
          <w:b/>
          <w:bCs/>
          <w:sz w:val="20"/>
          <w:szCs w:val="20"/>
        </w:rPr>
        <w:sectPr w:rsidR="00FB41FA" w:rsidRPr="00790D6A" w:rsidSect="002C2487">
          <w:headerReference w:type="default" r:id="rId19"/>
          <w:footerReference w:type="default" r:id="rId20"/>
          <w:pgSz w:w="11907" w:h="16839" w:code="9"/>
          <w:pgMar w:top="1350" w:right="1440" w:bottom="1260" w:left="1440" w:header="288" w:footer="118" w:gutter="0"/>
          <w:cols w:space="720"/>
          <w:docGrid w:linePitch="360"/>
        </w:sectPr>
      </w:pPr>
      <w:r w:rsidRPr="006C6AF2">
        <w:rPr>
          <w:rFonts w:asciiTheme="minorHAnsi" w:hAnsiTheme="minorHAnsi" w:cstheme="minorHAnsi"/>
          <w:sz w:val="20"/>
          <w:szCs w:val="18"/>
        </w:rPr>
        <w:t>This assignment is entirely my own work except where I have duly acknowledged other sources in the text and listed those sources at the end of the assignment. I have not previously submitted this work to the HCT. I understand that I may be orally examined on my submission.</w:t>
      </w:r>
    </w:p>
    <w:p w14:paraId="529BC82D" w14:textId="740C9414" w:rsidR="00B268B4" w:rsidRDefault="00EB75B1" w:rsidP="00EB75B1">
      <w:pPr>
        <w:spacing w:before="0" w:after="0"/>
        <w:jc w:val="center"/>
        <w:rPr>
          <w:rFonts w:asciiTheme="minorHAnsi" w:hAnsiTheme="minorHAnsi" w:cstheme="minorHAnsi"/>
          <w:b/>
          <w:bCs/>
          <w:kern w:val="2"/>
          <w:sz w:val="28"/>
          <w:szCs w:val="28"/>
          <w:lang w:eastAsia="zh-TW"/>
        </w:rPr>
      </w:pPr>
      <w:r w:rsidRPr="00EB75B1">
        <w:rPr>
          <w:rFonts w:asciiTheme="minorHAnsi" w:hAnsiTheme="minorHAnsi" w:cstheme="minorHAnsi"/>
          <w:b/>
          <w:bCs/>
          <w:kern w:val="2"/>
          <w:sz w:val="28"/>
          <w:szCs w:val="28"/>
          <w:lang w:eastAsia="zh-TW"/>
        </w:rPr>
        <w:lastRenderedPageBreak/>
        <w:t>GRADING/</w:t>
      </w:r>
      <w:r w:rsidR="00B268B4" w:rsidRPr="00EB75B1">
        <w:rPr>
          <w:rFonts w:asciiTheme="minorHAnsi" w:hAnsiTheme="minorHAnsi" w:cstheme="minorHAnsi"/>
          <w:b/>
          <w:bCs/>
          <w:kern w:val="2"/>
          <w:sz w:val="28"/>
          <w:szCs w:val="28"/>
          <w:lang w:eastAsia="zh-TW"/>
        </w:rPr>
        <w:t xml:space="preserve">MARKING </w:t>
      </w:r>
      <w:r w:rsidRPr="00EB75B1">
        <w:rPr>
          <w:rFonts w:asciiTheme="minorHAnsi" w:hAnsiTheme="minorHAnsi" w:cstheme="minorHAnsi"/>
          <w:b/>
          <w:bCs/>
          <w:kern w:val="2"/>
          <w:sz w:val="28"/>
          <w:szCs w:val="28"/>
          <w:lang w:eastAsia="zh-TW"/>
        </w:rPr>
        <w:t>RUBRIC</w:t>
      </w:r>
    </w:p>
    <w:p w14:paraId="2199ADE4" w14:textId="77777777" w:rsidR="00EB75B1" w:rsidRPr="00EB75B1" w:rsidRDefault="00EB75B1" w:rsidP="00EB75B1">
      <w:pPr>
        <w:spacing w:before="0" w:after="0"/>
        <w:jc w:val="center"/>
        <w:rPr>
          <w:rFonts w:asciiTheme="minorHAnsi" w:hAnsiTheme="minorHAnsi" w:cstheme="minorHAnsi"/>
          <w:b/>
          <w:bCs/>
          <w:kern w:val="2"/>
          <w:sz w:val="28"/>
          <w:szCs w:val="28"/>
          <w:lang w:eastAsia="zh-TW"/>
        </w:rPr>
      </w:pPr>
    </w:p>
    <w:tbl>
      <w:tblPr>
        <w:tblStyle w:val="TableGrid"/>
        <w:tblW w:w="15940" w:type="dxa"/>
        <w:jc w:val="center"/>
        <w:tblLook w:val="04A0" w:firstRow="1" w:lastRow="0" w:firstColumn="1" w:lastColumn="0" w:noHBand="0" w:noVBand="1"/>
      </w:tblPr>
      <w:tblGrid>
        <w:gridCol w:w="2335"/>
        <w:gridCol w:w="2160"/>
        <w:gridCol w:w="2105"/>
        <w:gridCol w:w="2560"/>
        <w:gridCol w:w="2360"/>
        <w:gridCol w:w="2280"/>
        <w:gridCol w:w="2140"/>
      </w:tblGrid>
      <w:tr w:rsidR="00EB75B1" w:rsidRPr="00EB75B1" w14:paraId="6895D875" w14:textId="77777777" w:rsidTr="00EB75B1">
        <w:trPr>
          <w:trHeight w:val="255"/>
          <w:jc w:val="center"/>
        </w:trPr>
        <w:tc>
          <w:tcPr>
            <w:tcW w:w="233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32B7130" w14:textId="0E525567" w:rsidR="00EB75B1" w:rsidRPr="00EB75B1" w:rsidRDefault="00EB75B1" w:rsidP="00EB75B1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GRADING/MARKING CRITERIA</w:t>
            </w:r>
          </w:p>
        </w:tc>
        <w:tc>
          <w:tcPr>
            <w:tcW w:w="13605" w:type="dxa"/>
            <w:gridSpan w:val="6"/>
            <w:shd w:val="clear" w:color="auto" w:fill="D9D9D9" w:themeFill="background1" w:themeFillShade="D9"/>
            <w:hideMark/>
          </w:tcPr>
          <w:p w14:paraId="54A211E8" w14:textId="1AD4F599" w:rsidR="00EB75B1" w:rsidRPr="000327DC" w:rsidRDefault="00EB75B1" w:rsidP="00EB75B1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  <w:t>ACHIEVEMENT INDICATORS</w:t>
            </w:r>
          </w:p>
        </w:tc>
      </w:tr>
      <w:tr w:rsidR="005D3F59" w:rsidRPr="00EB75B1" w14:paraId="5D86571C" w14:textId="77777777" w:rsidTr="00355DF1">
        <w:trPr>
          <w:trHeight w:val="255"/>
          <w:jc w:val="center"/>
        </w:trPr>
        <w:tc>
          <w:tcPr>
            <w:tcW w:w="2335" w:type="dxa"/>
            <w:vMerge/>
            <w:shd w:val="clear" w:color="auto" w:fill="D9D9D9" w:themeFill="background1" w:themeFillShade="D9"/>
          </w:tcPr>
          <w:p w14:paraId="61827546" w14:textId="77777777" w:rsidR="005D3F59" w:rsidRPr="00EB75B1" w:rsidRDefault="005D3F59" w:rsidP="00C25FE3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</w:p>
        </w:tc>
        <w:tc>
          <w:tcPr>
            <w:tcW w:w="4265" w:type="dxa"/>
            <w:gridSpan w:val="2"/>
            <w:shd w:val="clear" w:color="auto" w:fill="D9D9D9" w:themeFill="background1" w:themeFillShade="D9"/>
            <w:vAlign w:val="center"/>
          </w:tcPr>
          <w:p w14:paraId="16A085D7" w14:textId="60D9C17A" w:rsidR="005D3F59" w:rsidRPr="000327DC" w:rsidRDefault="005D3F59" w:rsidP="005D3F59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2560" w:type="dxa"/>
            <w:shd w:val="clear" w:color="auto" w:fill="D9D9D9" w:themeFill="background1" w:themeFillShade="D9"/>
            <w:vAlign w:val="center"/>
          </w:tcPr>
          <w:p w14:paraId="273B554F" w14:textId="6CC01F66" w:rsidR="005D3F59" w:rsidRPr="000327DC" w:rsidRDefault="005D3F59" w:rsidP="00C25FE3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2360" w:type="dxa"/>
            <w:shd w:val="clear" w:color="auto" w:fill="D9D9D9" w:themeFill="background1" w:themeFillShade="D9"/>
            <w:vAlign w:val="center"/>
          </w:tcPr>
          <w:p w14:paraId="2A448720" w14:textId="21818285" w:rsidR="005D3F59" w:rsidRPr="000327DC" w:rsidRDefault="005D3F59" w:rsidP="00C25FE3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2280" w:type="dxa"/>
            <w:shd w:val="clear" w:color="auto" w:fill="D9D9D9" w:themeFill="background1" w:themeFillShade="D9"/>
            <w:vAlign w:val="center"/>
          </w:tcPr>
          <w:p w14:paraId="22009EC8" w14:textId="0078E28A" w:rsidR="005D3F59" w:rsidRPr="000327DC" w:rsidRDefault="005D3F59" w:rsidP="00C25FE3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140" w:type="dxa"/>
            <w:shd w:val="clear" w:color="auto" w:fill="D9D9D9" w:themeFill="background1" w:themeFillShade="D9"/>
            <w:vAlign w:val="center"/>
          </w:tcPr>
          <w:p w14:paraId="0CD8356D" w14:textId="389780C8" w:rsidR="005D3F59" w:rsidRPr="000327DC" w:rsidRDefault="005D3F59" w:rsidP="00C25FE3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pacing w:val="0"/>
                <w:sz w:val="22"/>
                <w:szCs w:val="22"/>
              </w:rPr>
            </w:pPr>
            <w:r w:rsidRPr="000327DC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</w:p>
        </w:tc>
      </w:tr>
      <w:tr w:rsidR="00EB75B1" w:rsidRPr="00EB75B1" w14:paraId="20518824" w14:textId="77777777" w:rsidTr="00EB75B1">
        <w:trPr>
          <w:trHeight w:val="255"/>
          <w:jc w:val="center"/>
        </w:trPr>
        <w:tc>
          <w:tcPr>
            <w:tcW w:w="2335" w:type="dxa"/>
            <w:vMerge/>
            <w:shd w:val="clear" w:color="auto" w:fill="D9D9D9" w:themeFill="background1" w:themeFillShade="D9"/>
            <w:hideMark/>
          </w:tcPr>
          <w:p w14:paraId="3EFA057B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</w:p>
        </w:tc>
        <w:tc>
          <w:tcPr>
            <w:tcW w:w="4265" w:type="dxa"/>
            <w:gridSpan w:val="2"/>
            <w:shd w:val="clear" w:color="auto" w:fill="D9D9D9" w:themeFill="background1" w:themeFillShade="D9"/>
            <w:hideMark/>
          </w:tcPr>
          <w:p w14:paraId="18B11AF3" w14:textId="77777777" w:rsidR="00EB75B1" w:rsidRPr="00EB75B1" w:rsidRDefault="00EB75B1" w:rsidP="00EB75B1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Achievement that does not meet requirements</w:t>
            </w:r>
          </w:p>
        </w:tc>
        <w:tc>
          <w:tcPr>
            <w:tcW w:w="2560" w:type="dxa"/>
            <w:vMerge w:val="restart"/>
            <w:shd w:val="clear" w:color="auto" w:fill="D9D9D9" w:themeFill="background1" w:themeFillShade="D9"/>
            <w:hideMark/>
          </w:tcPr>
          <w:p w14:paraId="5D6398E5" w14:textId="4E4A8EAF" w:rsidR="00EB75B1" w:rsidRPr="00EB75B1" w:rsidRDefault="00EB75B1" w:rsidP="00CF705A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Achievement that minimally meets the course requirements</w:t>
            </w:r>
          </w:p>
        </w:tc>
        <w:tc>
          <w:tcPr>
            <w:tcW w:w="2360" w:type="dxa"/>
            <w:vMerge w:val="restart"/>
            <w:shd w:val="clear" w:color="auto" w:fill="D9D9D9" w:themeFill="background1" w:themeFillShade="D9"/>
            <w:hideMark/>
          </w:tcPr>
          <w:p w14:paraId="50ED6102" w14:textId="77777777" w:rsidR="00EB75B1" w:rsidRPr="00EB75B1" w:rsidRDefault="00EB75B1" w:rsidP="00EB75B1">
            <w:pPr>
              <w:pBdr>
                <w:bottom w:val="single" w:sz="6" w:space="1" w:color="auto"/>
              </w:pBdr>
              <w:spacing w:before="0" w:after="0"/>
              <w:jc w:val="center"/>
              <w:rPr>
                <w:rFonts w:ascii="Arial" w:hAnsi="Arial" w:cs="Arial"/>
                <w:vanish/>
                <w:spacing w:val="0"/>
              </w:rPr>
            </w:pPr>
            <w:r w:rsidRPr="00EB75B1">
              <w:rPr>
                <w:rFonts w:ascii="Arial" w:hAnsi="Arial" w:cs="Arial"/>
                <w:vanish/>
                <w:spacing w:val="0"/>
              </w:rPr>
              <w:t>Top of Form</w:t>
            </w:r>
          </w:p>
          <w:p w14:paraId="0BDF0B1C" w14:textId="1D50C0CB" w:rsidR="00EB75B1" w:rsidRPr="00EB75B1" w:rsidRDefault="00EB75B1" w:rsidP="00CF705A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Achievement that satisfactorily meets the course requirements</w:t>
            </w:r>
            <w:r w:rsidRPr="00EB75B1">
              <w:rPr>
                <w:rFonts w:ascii="Arial" w:hAnsi="Arial" w:cs="Arial"/>
                <w:vanish/>
                <w:spacing w:val="0"/>
              </w:rPr>
              <w:t>Bottom of Form</w:t>
            </w:r>
          </w:p>
        </w:tc>
        <w:tc>
          <w:tcPr>
            <w:tcW w:w="2280" w:type="dxa"/>
            <w:vMerge w:val="restart"/>
            <w:shd w:val="clear" w:color="auto" w:fill="D9D9D9" w:themeFill="background1" w:themeFillShade="D9"/>
            <w:hideMark/>
          </w:tcPr>
          <w:p w14:paraId="06B9F549" w14:textId="739F5077" w:rsidR="00EB75B1" w:rsidRPr="00EB75B1" w:rsidRDefault="00EB75B1" w:rsidP="00CF705A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Achievement that is significantly above the course requirements</w:t>
            </w:r>
          </w:p>
        </w:tc>
        <w:tc>
          <w:tcPr>
            <w:tcW w:w="2140" w:type="dxa"/>
            <w:vMerge w:val="restart"/>
            <w:shd w:val="clear" w:color="auto" w:fill="D9D9D9" w:themeFill="background1" w:themeFillShade="D9"/>
            <w:hideMark/>
          </w:tcPr>
          <w:p w14:paraId="2703A945" w14:textId="77777777" w:rsidR="00EB75B1" w:rsidRPr="00EB75B1" w:rsidRDefault="00EB75B1" w:rsidP="00EB75B1">
            <w:pPr>
              <w:pBdr>
                <w:bottom w:val="single" w:sz="6" w:space="1" w:color="auto"/>
              </w:pBdr>
              <w:spacing w:before="0" w:after="0"/>
              <w:jc w:val="center"/>
              <w:rPr>
                <w:rFonts w:ascii="Arial" w:hAnsi="Arial" w:cs="Arial"/>
                <w:vanish/>
                <w:spacing w:val="0"/>
              </w:rPr>
            </w:pPr>
            <w:r w:rsidRPr="00EB75B1">
              <w:rPr>
                <w:rFonts w:ascii="Arial" w:hAnsi="Arial" w:cs="Arial"/>
                <w:vanish/>
                <w:spacing w:val="0"/>
              </w:rPr>
              <w:t>Top of Form</w:t>
            </w:r>
          </w:p>
          <w:p w14:paraId="4B6FEFDB" w14:textId="4523E0FD" w:rsidR="00EB75B1" w:rsidRPr="00EB75B1" w:rsidRDefault="00EB75B1" w:rsidP="00CF705A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Achievement that is outstanding relative to the course requirements</w:t>
            </w:r>
            <w:r w:rsidRPr="00EB75B1">
              <w:rPr>
                <w:rFonts w:ascii="Arial" w:hAnsi="Arial" w:cs="Arial"/>
                <w:vanish/>
                <w:spacing w:val="0"/>
              </w:rPr>
              <w:t>Bottom of Form</w:t>
            </w:r>
          </w:p>
        </w:tc>
      </w:tr>
      <w:tr w:rsidR="00EB75B1" w:rsidRPr="00EB75B1" w14:paraId="76FA4732" w14:textId="77777777" w:rsidTr="005D3F59">
        <w:trPr>
          <w:trHeight w:val="737"/>
          <w:jc w:val="center"/>
        </w:trPr>
        <w:tc>
          <w:tcPr>
            <w:tcW w:w="2335" w:type="dxa"/>
            <w:vMerge/>
            <w:hideMark/>
          </w:tcPr>
          <w:p w14:paraId="72E08FE9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  <w:hideMark/>
          </w:tcPr>
          <w:p w14:paraId="2BFDDEBF" w14:textId="77777777" w:rsidR="00EB75B1" w:rsidRPr="00EB75B1" w:rsidRDefault="00EB75B1" w:rsidP="00EB75B1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Significantly below course requirements</w:t>
            </w:r>
          </w:p>
        </w:tc>
        <w:tc>
          <w:tcPr>
            <w:tcW w:w="2105" w:type="dxa"/>
            <w:shd w:val="clear" w:color="auto" w:fill="D9D9D9" w:themeFill="background1" w:themeFillShade="D9"/>
            <w:hideMark/>
          </w:tcPr>
          <w:p w14:paraId="45571E07" w14:textId="77777777" w:rsidR="00EB75B1" w:rsidRPr="00EB75B1" w:rsidRDefault="00EB75B1" w:rsidP="00EB75B1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Below course requirements</w:t>
            </w:r>
          </w:p>
        </w:tc>
        <w:tc>
          <w:tcPr>
            <w:tcW w:w="2560" w:type="dxa"/>
            <w:vMerge/>
            <w:hideMark/>
          </w:tcPr>
          <w:p w14:paraId="3A27C7D0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</w:p>
        </w:tc>
        <w:tc>
          <w:tcPr>
            <w:tcW w:w="2360" w:type="dxa"/>
            <w:vMerge/>
            <w:hideMark/>
          </w:tcPr>
          <w:p w14:paraId="2329452A" w14:textId="77777777" w:rsidR="00EB75B1" w:rsidRPr="00EB75B1" w:rsidRDefault="00EB75B1" w:rsidP="00EB75B1">
            <w:pPr>
              <w:spacing w:before="0" w:after="0"/>
              <w:rPr>
                <w:rFonts w:ascii="Arial" w:hAnsi="Arial" w:cs="Arial"/>
                <w:vanish/>
                <w:spacing w:val="0"/>
              </w:rPr>
            </w:pPr>
          </w:p>
        </w:tc>
        <w:tc>
          <w:tcPr>
            <w:tcW w:w="2280" w:type="dxa"/>
            <w:vMerge/>
            <w:hideMark/>
          </w:tcPr>
          <w:p w14:paraId="014F247E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</w:p>
        </w:tc>
        <w:tc>
          <w:tcPr>
            <w:tcW w:w="2140" w:type="dxa"/>
            <w:vMerge/>
            <w:hideMark/>
          </w:tcPr>
          <w:p w14:paraId="5437AD25" w14:textId="77777777" w:rsidR="00EB75B1" w:rsidRPr="00EB75B1" w:rsidRDefault="00EB75B1" w:rsidP="00EB75B1">
            <w:pPr>
              <w:spacing w:before="0" w:after="0"/>
              <w:rPr>
                <w:rFonts w:ascii="Arial" w:hAnsi="Arial" w:cs="Arial"/>
                <w:vanish/>
                <w:spacing w:val="0"/>
              </w:rPr>
            </w:pPr>
          </w:p>
        </w:tc>
      </w:tr>
      <w:tr w:rsidR="00EB75B1" w:rsidRPr="00EB75B1" w14:paraId="2475A0C2" w14:textId="77777777" w:rsidTr="00EB75B1">
        <w:trPr>
          <w:trHeight w:val="240"/>
          <w:jc w:val="center"/>
        </w:trPr>
        <w:tc>
          <w:tcPr>
            <w:tcW w:w="15940" w:type="dxa"/>
            <w:gridSpan w:val="7"/>
            <w:hideMark/>
          </w:tcPr>
          <w:p w14:paraId="0C7B7413" w14:textId="77777777" w:rsidR="005D3F59" w:rsidRDefault="005D3F59" w:rsidP="00EB75B1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</w:p>
          <w:p w14:paraId="7EAF9B97" w14:textId="5A74AC5C" w:rsidR="009943B5" w:rsidRDefault="00F55F14" w:rsidP="007219F3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With reference to </w:t>
            </w:r>
            <w:r w:rsidR="00A2549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the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section</w:t>
            </w:r>
            <w:r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8 of the Assessment Handbook, </w:t>
            </w:r>
            <w:r w:rsidR="00150879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the following serves as a</w:t>
            </w:r>
            <w:r w:rsidR="00A25496" w:rsidRPr="002C2487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A25496" w:rsidRPr="00A25496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set of various assessment criteria and grade descriptors suitable for many different assessment tasks</w:t>
            </w:r>
            <w:r w:rsidR="00A2549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. </w:t>
            </w:r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t>P</w:t>
            </w:r>
            <w:r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>lease</w:t>
            </w:r>
            <w:r w:rsidR="00A2549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customize your rubric and</w:t>
            </w:r>
            <w:r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F55F14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select such grading/marking criteria which </w:t>
            </w:r>
            <w:r w:rsidR="00A25496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suit a specific assessment task</w:t>
            </w:r>
            <w:r w:rsidR="00A25496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  <w:p w14:paraId="6D78344A" w14:textId="77777777" w:rsidR="007219F3" w:rsidRDefault="007219F3" w:rsidP="007219F3">
            <w:pPr>
              <w:pStyle w:val="ListParagraph"/>
              <w:spacing w:after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  <w:p w14:paraId="7720B95E" w14:textId="3253198F" w:rsidR="00EB75B1" w:rsidRPr="00F55F14" w:rsidRDefault="00A25496" w:rsidP="00EF2587">
            <w:pPr>
              <w:pStyle w:val="ListParagraph"/>
              <w:numPr>
                <w:ilvl w:val="0"/>
                <w:numId w:val="34"/>
              </w:numPr>
              <w:spacing w:after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T</w:t>
            </w:r>
            <w:r w:rsidR="009943B5"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o </w:t>
            </w:r>
            <w:r w:rsidRPr="00A25496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determine</w:t>
            </w:r>
            <w:r w:rsidR="009943B5" w:rsidRPr="00A25496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 </w:t>
            </w:r>
            <w:r w:rsidRPr="00A25496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a final grade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/mark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of your student’s </w:t>
            </w:r>
            <w:r w:rsidR="00670CC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work you may </w:t>
            </w:r>
            <w:r w:rsidR="00EF258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prefer </w:t>
            </w:r>
            <w:r w:rsidR="00670CC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to use either </w:t>
            </w:r>
            <w:r w:rsidR="00EF258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a </w:t>
            </w:r>
            <w:r w:rsidR="00670CC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holistic or </w:t>
            </w:r>
            <w:r w:rsidR="00EF258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analytical </w:t>
            </w:r>
            <w:r w:rsidR="00670CC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approach. In case of the analytical approach, to </w:t>
            </w:r>
            <w:r w:rsidRPr="007219F3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convert </w:t>
            </w:r>
            <w:r w:rsidR="007219F3" w:rsidRPr="007219F3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the data from your</w:t>
            </w:r>
            <w:r w:rsidRPr="007219F3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 customized rubric into a number/letter </w:t>
            </w:r>
            <w:r w:rsidRPr="00DD49B9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grade</w:t>
            </w:r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t>,</w:t>
            </w:r>
            <w:r w:rsidRPr="007219F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please refer to </w:t>
            </w:r>
            <w:r w:rsidRPr="003E2CE9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 xml:space="preserve">the </w:t>
            </w:r>
            <w:r w:rsidRPr="007219F3">
              <w:rPr>
                <w:rFonts w:ascii="Calibri" w:hAnsi="Calibri" w:cs="Calibri"/>
                <w:i/>
                <w:iCs/>
                <w:sz w:val="18"/>
                <w:szCs w:val="18"/>
                <w:u w:val="single"/>
              </w:rPr>
              <w:t>example underneath the table</w:t>
            </w:r>
            <w:r w:rsidR="00355DF1" w:rsidRPr="00355DF1">
              <w:rPr>
                <w:rFonts w:ascii="Calibri" w:hAnsi="Calibri" w:cs="Calibri"/>
                <w:i/>
                <w:iCs/>
                <w:color w:val="FF0000"/>
                <w:sz w:val="18"/>
                <w:szCs w:val="18"/>
              </w:rPr>
              <w:t>*</w:t>
            </w:r>
            <w:r w:rsidR="009943B5"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 xml:space="preserve">The HCT Grading System showing a letter-to-decimal conversion you will </w:t>
            </w:r>
            <w:r w:rsidR="00EF2587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find </w:t>
            </w:r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t>in the Grading System Policy at:</w:t>
            </w:r>
            <w:r w:rsidR="00EB75B1" w:rsidRPr="00F55F1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hyperlink r:id="rId21" w:history="1">
              <w:r w:rsidR="00EB75B1" w:rsidRPr="00F55F14">
                <w:rPr>
                  <w:rStyle w:val="Hyperlink"/>
                  <w:rFonts w:ascii="Calibri" w:hAnsi="Calibri" w:cs="Calibri"/>
                  <w:i/>
                  <w:iCs/>
                  <w:sz w:val="18"/>
                  <w:szCs w:val="18"/>
                </w:rPr>
                <w:t>https://portal.hct.ac.ae/sites/pnp/cass/Pages/lp209.aspx</w:t>
              </w:r>
            </w:hyperlink>
            <w:r w:rsidR="007219F3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  <w:p w14:paraId="7A8A3DE6" w14:textId="36857E81" w:rsidR="005D3F59" w:rsidRPr="00EB75B1" w:rsidRDefault="005D3F59" w:rsidP="00EB75B1">
            <w:pPr>
              <w:spacing w:before="0" w:after="0"/>
              <w:jc w:val="center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</w:p>
        </w:tc>
      </w:tr>
      <w:tr w:rsidR="00EB75B1" w:rsidRPr="00EB75B1" w14:paraId="482A3B5B" w14:textId="77777777" w:rsidTr="00EB75B1">
        <w:trPr>
          <w:trHeight w:val="240"/>
          <w:jc w:val="center"/>
        </w:trPr>
        <w:tc>
          <w:tcPr>
            <w:tcW w:w="15940" w:type="dxa"/>
            <w:gridSpan w:val="7"/>
            <w:hideMark/>
          </w:tcPr>
          <w:p w14:paraId="621E82AB" w14:textId="77777777" w:rsidR="004E5720" w:rsidRDefault="004E5720" w:rsidP="00CF705A">
            <w:pPr>
              <w:spacing w:before="0" w:after="0"/>
              <w:rPr>
                <w:rFonts w:ascii="Calibri" w:hAnsi="Calibri" w:cs="Calibri"/>
                <w:b/>
                <w:bCs/>
                <w:color w:val="0070C0"/>
                <w:spacing w:val="0"/>
                <w:sz w:val="22"/>
                <w:szCs w:val="22"/>
              </w:rPr>
            </w:pPr>
          </w:p>
          <w:p w14:paraId="1246FB7A" w14:textId="32D00FFC" w:rsidR="00EB75B1" w:rsidRPr="00EB75B1" w:rsidRDefault="00697576" w:rsidP="00DF0B4A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70C0"/>
                <w:spacing w:val="0"/>
                <w:sz w:val="22"/>
                <w:szCs w:val="22"/>
              </w:rPr>
              <w:t>GENERAL CRITERIA</w:t>
            </w:r>
          </w:p>
        </w:tc>
      </w:tr>
      <w:tr w:rsidR="00EB75B1" w:rsidRPr="00EB75B1" w14:paraId="01CA300C" w14:textId="77777777" w:rsidTr="005D3F59">
        <w:trPr>
          <w:trHeight w:val="1115"/>
          <w:jc w:val="center"/>
        </w:trPr>
        <w:tc>
          <w:tcPr>
            <w:tcW w:w="2335" w:type="dxa"/>
            <w:hideMark/>
          </w:tcPr>
          <w:p w14:paraId="1733E934" w14:textId="3585721F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1. Research </w:t>
            </w:r>
            <w:r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Identification and investigation of a range of </w:t>
            </w:r>
            <w:r w:rsidR="009E15D6">
              <w:rPr>
                <w:rFonts w:ascii="Calibri" w:hAnsi="Calibri" w:cs="Calibri"/>
                <w:spacing w:val="0"/>
                <w:sz w:val="18"/>
                <w:szCs w:val="18"/>
              </w:rPr>
              <w:t xml:space="preserve">appropriate </w:t>
            </w: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academic and/ or cultural sources</w:t>
            </w:r>
          </w:p>
        </w:tc>
        <w:tc>
          <w:tcPr>
            <w:tcW w:w="2160" w:type="dxa"/>
            <w:hideMark/>
          </w:tcPr>
          <w:p w14:paraId="3D862CE2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Little or no information presented</w:t>
            </w:r>
          </w:p>
        </w:tc>
        <w:tc>
          <w:tcPr>
            <w:tcW w:w="2105" w:type="dxa"/>
            <w:hideMark/>
          </w:tcPr>
          <w:p w14:paraId="5F74AE65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Information presented is insufficient or does not relate sufficiently to the task; there may be evidence of rudimentary research</w:t>
            </w:r>
          </w:p>
        </w:tc>
        <w:tc>
          <w:tcPr>
            <w:tcW w:w="2560" w:type="dxa"/>
            <w:hideMark/>
          </w:tcPr>
          <w:p w14:paraId="1A533FCC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Some information has been gathered from readily available sources applying standard techniques. Information is sometimes inaccurate</w:t>
            </w:r>
          </w:p>
        </w:tc>
        <w:tc>
          <w:tcPr>
            <w:tcW w:w="2360" w:type="dxa"/>
            <w:hideMark/>
          </w:tcPr>
          <w:p w14:paraId="06C32631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Adequate information has been gathered from readily available sources applying standard techniques. Information is generally accurate</w:t>
            </w:r>
          </w:p>
        </w:tc>
        <w:tc>
          <w:tcPr>
            <w:tcW w:w="2280" w:type="dxa"/>
            <w:hideMark/>
          </w:tcPr>
          <w:p w14:paraId="079CD84E" w14:textId="63B138DC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Information is accurate with only occasional errors, appropriately categorized and from a wide range of sources. </w:t>
            </w:r>
          </w:p>
        </w:tc>
        <w:tc>
          <w:tcPr>
            <w:tcW w:w="2140" w:type="dxa"/>
            <w:hideMark/>
          </w:tcPr>
          <w:p w14:paraId="2722EC26" w14:textId="2CD069D3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Extensive independent research, accuracy, familiarity with the material, and sound judgments</w:t>
            </w:r>
          </w:p>
        </w:tc>
      </w:tr>
      <w:tr w:rsidR="00EB75B1" w:rsidRPr="00EB75B1" w14:paraId="2131F0F5" w14:textId="77777777" w:rsidTr="00EB75B1">
        <w:trPr>
          <w:trHeight w:val="240"/>
          <w:jc w:val="center"/>
        </w:trPr>
        <w:tc>
          <w:tcPr>
            <w:tcW w:w="2335" w:type="dxa"/>
            <w:hideMark/>
          </w:tcPr>
          <w:p w14:paraId="44A1DF5A" w14:textId="77777777" w:rsidR="00EB75B1" w:rsidRPr="00EB75B1" w:rsidRDefault="00EB75B1" w:rsidP="00EB75B1">
            <w:pPr>
              <w:spacing w:before="0" w:after="0"/>
              <w:jc w:val="right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Grading/Marking Comments:</w:t>
            </w:r>
          </w:p>
        </w:tc>
        <w:tc>
          <w:tcPr>
            <w:tcW w:w="13605" w:type="dxa"/>
            <w:gridSpan w:val="6"/>
            <w:hideMark/>
          </w:tcPr>
          <w:p w14:paraId="110252DF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 </w:t>
            </w:r>
          </w:p>
        </w:tc>
      </w:tr>
      <w:tr w:rsidR="00EB75B1" w:rsidRPr="00EB75B1" w14:paraId="688E78AF" w14:textId="77777777" w:rsidTr="005D3F59">
        <w:trPr>
          <w:trHeight w:val="890"/>
          <w:jc w:val="center"/>
        </w:trPr>
        <w:tc>
          <w:tcPr>
            <w:tcW w:w="2335" w:type="dxa"/>
            <w:hideMark/>
          </w:tcPr>
          <w:p w14:paraId="0826CDED" w14:textId="50EC94C3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 xml:space="preserve">4. Analysis </w:t>
            </w:r>
            <w:r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Examination and interpretation of </w:t>
            </w:r>
            <w:r w:rsidR="009E15D6">
              <w:rPr>
                <w:rFonts w:ascii="Calibri" w:hAnsi="Calibri" w:cs="Calibri"/>
                <w:spacing w:val="0"/>
                <w:sz w:val="18"/>
                <w:szCs w:val="18"/>
              </w:rPr>
              <w:t>information and/or</w:t>
            </w:r>
            <w:r w:rsidR="00696005">
              <w:rPr>
                <w:rFonts w:ascii="Calibri" w:hAnsi="Calibri" w:cs="Calibri"/>
                <w:spacing w:val="0"/>
                <w:sz w:val="18"/>
                <w:szCs w:val="18"/>
              </w:rPr>
              <w:t xml:space="preserve"> </w:t>
            </w: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resources</w:t>
            </w:r>
          </w:p>
        </w:tc>
        <w:tc>
          <w:tcPr>
            <w:tcW w:w="2160" w:type="dxa"/>
            <w:hideMark/>
          </w:tcPr>
          <w:p w14:paraId="53B6B18C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Little or no evidence of examination of source material</w:t>
            </w:r>
          </w:p>
        </w:tc>
        <w:tc>
          <w:tcPr>
            <w:tcW w:w="2105" w:type="dxa"/>
            <w:hideMark/>
          </w:tcPr>
          <w:p w14:paraId="22C62765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Constituent elements may be incorrectly identified; analysis may be attempted but unjustified</w:t>
            </w:r>
          </w:p>
        </w:tc>
        <w:tc>
          <w:tcPr>
            <w:tcW w:w="2560" w:type="dxa"/>
            <w:hideMark/>
          </w:tcPr>
          <w:p w14:paraId="26E217DF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Some key elements  are identified, but may lack accurate interpretation, analysis or explanation</w:t>
            </w:r>
          </w:p>
        </w:tc>
        <w:tc>
          <w:tcPr>
            <w:tcW w:w="2360" w:type="dxa"/>
            <w:hideMark/>
          </w:tcPr>
          <w:p w14:paraId="4ABA991B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Generally, key elements are identified. Generally accurate interpretation, analysis or explanation </w:t>
            </w:r>
          </w:p>
        </w:tc>
        <w:tc>
          <w:tcPr>
            <w:tcW w:w="2280" w:type="dxa"/>
            <w:hideMark/>
          </w:tcPr>
          <w:p w14:paraId="73908B81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Key </w:t>
            </w:r>
            <w:proofErr w:type="gramStart"/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elements  are</w:t>
            </w:r>
            <w:proofErr w:type="gramEnd"/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 identified.  Accurate interpretation and evaluation show clear understanding with only occasional lapses</w:t>
            </w:r>
          </w:p>
        </w:tc>
        <w:tc>
          <w:tcPr>
            <w:tcW w:w="2140" w:type="dxa"/>
            <w:hideMark/>
          </w:tcPr>
          <w:p w14:paraId="0B44C6E2" w14:textId="77777777" w:rsidR="00EB75B1" w:rsidRPr="00A6587B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Key </w:t>
            </w:r>
            <w:proofErr w:type="gramStart"/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>elements  are</w:t>
            </w:r>
            <w:proofErr w:type="gramEnd"/>
            <w:r w:rsidRPr="00A6587B">
              <w:rPr>
                <w:rFonts w:ascii="Calibri" w:hAnsi="Calibri" w:cs="Calibri"/>
                <w:spacing w:val="0"/>
                <w:sz w:val="18"/>
                <w:szCs w:val="18"/>
              </w:rPr>
              <w:t xml:space="preserve"> identified. Accurate interpretation and complete evaluation show clear understanding </w:t>
            </w:r>
          </w:p>
        </w:tc>
      </w:tr>
      <w:tr w:rsidR="00EB75B1" w:rsidRPr="00EB75B1" w14:paraId="1C3086D7" w14:textId="77777777" w:rsidTr="00EB75B1">
        <w:trPr>
          <w:trHeight w:val="240"/>
          <w:jc w:val="center"/>
        </w:trPr>
        <w:tc>
          <w:tcPr>
            <w:tcW w:w="2335" w:type="dxa"/>
            <w:hideMark/>
          </w:tcPr>
          <w:p w14:paraId="3CB8AE56" w14:textId="77777777" w:rsidR="00EB75B1" w:rsidRPr="00EB75B1" w:rsidRDefault="00EB75B1" w:rsidP="00EB75B1">
            <w:pPr>
              <w:spacing w:before="0" w:after="0"/>
              <w:jc w:val="right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Grading/Marking Comments:</w:t>
            </w:r>
          </w:p>
        </w:tc>
        <w:tc>
          <w:tcPr>
            <w:tcW w:w="13605" w:type="dxa"/>
            <w:gridSpan w:val="6"/>
            <w:hideMark/>
          </w:tcPr>
          <w:p w14:paraId="1404EE24" w14:textId="77777777" w:rsidR="00EB75B1" w:rsidRPr="00EB75B1" w:rsidRDefault="00EB75B1" w:rsidP="00EB75B1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 </w:t>
            </w:r>
          </w:p>
        </w:tc>
      </w:tr>
      <w:tr w:rsidR="009F5BF3" w:rsidRPr="00EB75B1" w14:paraId="3B653430" w14:textId="77777777" w:rsidTr="005D3F59">
        <w:trPr>
          <w:trHeight w:val="1610"/>
          <w:jc w:val="center"/>
        </w:trPr>
        <w:tc>
          <w:tcPr>
            <w:tcW w:w="2335" w:type="dxa"/>
          </w:tcPr>
          <w:p w14:paraId="21CA7FB9" w14:textId="5098D2F5" w:rsidR="009F5BF3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lastRenderedPageBreak/>
              <w:t>10</w:t>
            </w:r>
            <w:r w:rsidRPr="00A6587B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. References</w:t>
            </w: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 </w:t>
            </w:r>
          </w:p>
          <w:p w14:paraId="196E6914" w14:textId="7092973F" w:rsidR="009F5BF3" w:rsidRDefault="009F5BF3" w:rsidP="009F5BF3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>
              <w:rPr>
                <w:rFonts w:ascii="Calibri" w:hAnsi="Calibri" w:cs="Calibri"/>
                <w:spacing w:val="0"/>
                <w:sz w:val="18"/>
                <w:szCs w:val="18"/>
              </w:rPr>
              <w:t>B</w:t>
            </w: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ibliography, citation, in text citation, referencing  (APA style format)</w:t>
            </w:r>
          </w:p>
        </w:tc>
        <w:tc>
          <w:tcPr>
            <w:tcW w:w="2160" w:type="dxa"/>
          </w:tcPr>
          <w:p w14:paraId="42C1512F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Little or no referencing</w:t>
            </w:r>
          </w:p>
          <w:p w14:paraId="0D545750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Irrelevant or </w:t>
            </w:r>
            <w:proofErr w:type="gramStart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inappropriate  selection</w:t>
            </w:r>
            <w:proofErr w:type="gramEnd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 of references.</w:t>
            </w:r>
          </w:p>
          <w:p w14:paraId="3BC1F411" w14:textId="77A6465D" w:rsidR="009F5BF3" w:rsidRPr="00022343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No citations in text</w:t>
            </w:r>
            <w:r>
              <w:rPr>
                <w:rFonts w:ascii="Calibri" w:hAnsi="Calibri" w:cs="Calibri"/>
                <w:spacing w:val="0"/>
                <w:sz w:val="18"/>
                <w:szCs w:val="18"/>
              </w:rPr>
              <w:t>.</w:t>
            </w:r>
          </w:p>
        </w:tc>
        <w:tc>
          <w:tcPr>
            <w:tcW w:w="2105" w:type="dxa"/>
          </w:tcPr>
          <w:p w14:paraId="40E667BA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Inadequate referencing with a significant number of inconsistencies</w:t>
            </w:r>
          </w:p>
          <w:p w14:paraId="622633D8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proofErr w:type="gramStart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Few  references</w:t>
            </w:r>
            <w:proofErr w:type="gramEnd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 that are not  suitable or reputable.</w:t>
            </w:r>
          </w:p>
          <w:p w14:paraId="1ABCF4D0" w14:textId="6E9FC72C" w:rsidR="009F5BF3" w:rsidRPr="00022343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The citations have no links to your ideas.</w:t>
            </w:r>
          </w:p>
        </w:tc>
        <w:tc>
          <w:tcPr>
            <w:tcW w:w="2560" w:type="dxa"/>
          </w:tcPr>
          <w:p w14:paraId="02A8DDCC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Evidence of referencing, but not throughout.</w:t>
            </w:r>
          </w:p>
          <w:p w14:paraId="2351837F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proofErr w:type="gramStart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Few  references</w:t>
            </w:r>
            <w:proofErr w:type="gramEnd"/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 and many are not suitable or reputable.</w:t>
            </w:r>
          </w:p>
          <w:p w14:paraId="5E0891B9" w14:textId="092E754F" w:rsidR="009F5BF3" w:rsidRPr="00022343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Few citations with little or no links to your ideas.</w:t>
            </w:r>
          </w:p>
        </w:tc>
        <w:tc>
          <w:tcPr>
            <w:tcW w:w="2360" w:type="dxa"/>
          </w:tcPr>
          <w:p w14:paraId="56571DD5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Adequate referencing, but some inconsistencies.</w:t>
            </w:r>
          </w:p>
          <w:p w14:paraId="67204ED1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Limited number of references, but not all are suitable or reputable.</w:t>
            </w:r>
          </w:p>
          <w:p w14:paraId="5D7C8AFB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Few citations that are not directly linked to your ideas.</w:t>
            </w:r>
          </w:p>
          <w:p w14:paraId="09CB4EF6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</w:p>
        </w:tc>
        <w:tc>
          <w:tcPr>
            <w:tcW w:w="2280" w:type="dxa"/>
          </w:tcPr>
          <w:p w14:paraId="0DEC9DF9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Fully-formed references with minor errors</w:t>
            </w:r>
          </w:p>
          <w:p w14:paraId="49750451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Limited number and selection of reputable and suitable references.</w:t>
            </w:r>
          </w:p>
          <w:p w14:paraId="57A0E44B" w14:textId="29336D5F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Many citations are appropriate but only used as an association to your ideas.</w:t>
            </w:r>
          </w:p>
        </w:tc>
        <w:tc>
          <w:tcPr>
            <w:tcW w:w="2140" w:type="dxa"/>
          </w:tcPr>
          <w:p w14:paraId="34F7961A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 xml:space="preserve">Fully-formed and accurate references. </w:t>
            </w:r>
          </w:p>
          <w:p w14:paraId="19462CF4" w14:textId="77777777" w:rsidR="009F5BF3" w:rsidRPr="007F79F6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Extensive selection of reputable and suitable references.</w:t>
            </w:r>
          </w:p>
          <w:p w14:paraId="52630289" w14:textId="34374763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7F79F6">
              <w:rPr>
                <w:rFonts w:ascii="Calibri" w:hAnsi="Calibri" w:cs="Calibri"/>
                <w:spacing w:val="0"/>
                <w:sz w:val="18"/>
                <w:szCs w:val="18"/>
              </w:rPr>
              <w:t>Well selected citations that support ideas.</w:t>
            </w:r>
          </w:p>
        </w:tc>
      </w:tr>
      <w:tr w:rsidR="009F5BF3" w:rsidRPr="00EB75B1" w14:paraId="761F589D" w14:textId="77777777" w:rsidTr="00EB75B1">
        <w:trPr>
          <w:trHeight w:val="240"/>
          <w:jc w:val="center"/>
        </w:trPr>
        <w:tc>
          <w:tcPr>
            <w:tcW w:w="2335" w:type="dxa"/>
            <w:hideMark/>
          </w:tcPr>
          <w:p w14:paraId="2EA36B44" w14:textId="77777777" w:rsidR="009F5BF3" w:rsidRPr="00EB75B1" w:rsidRDefault="009F5BF3" w:rsidP="009F5BF3">
            <w:pPr>
              <w:spacing w:before="0" w:after="0"/>
              <w:jc w:val="right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Grading/Marking Comments:</w:t>
            </w:r>
          </w:p>
        </w:tc>
        <w:tc>
          <w:tcPr>
            <w:tcW w:w="13605" w:type="dxa"/>
            <w:gridSpan w:val="6"/>
            <w:hideMark/>
          </w:tcPr>
          <w:p w14:paraId="4E56E1C0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 </w:t>
            </w:r>
          </w:p>
        </w:tc>
      </w:tr>
      <w:tr w:rsidR="009F5BF3" w:rsidRPr="00EB75B1" w14:paraId="2BB5D14F" w14:textId="77777777" w:rsidTr="00355DF1">
        <w:trPr>
          <w:trHeight w:val="240"/>
          <w:jc w:val="center"/>
        </w:trPr>
        <w:tc>
          <w:tcPr>
            <w:tcW w:w="15940" w:type="dxa"/>
            <w:gridSpan w:val="7"/>
            <w:hideMark/>
          </w:tcPr>
          <w:p w14:paraId="45F1A39C" w14:textId="77777777" w:rsidR="009F5BF3" w:rsidRDefault="009F5BF3" w:rsidP="009F5BF3">
            <w:pPr>
              <w:spacing w:before="0" w:after="0"/>
              <w:rPr>
                <w:rFonts w:ascii="Calibri" w:hAnsi="Calibri" w:cs="Calibri"/>
                <w:b/>
                <w:bCs/>
                <w:color w:val="0070C0"/>
                <w:spacing w:val="0"/>
                <w:sz w:val="22"/>
                <w:szCs w:val="22"/>
              </w:rPr>
            </w:pPr>
          </w:p>
          <w:p w14:paraId="1BC9E729" w14:textId="327AD7B8" w:rsidR="009F5BF3" w:rsidRPr="00EB75B1" w:rsidRDefault="009F5BF3" w:rsidP="00DF0B4A">
            <w:pPr>
              <w:spacing w:before="0" w:after="0"/>
              <w:rPr>
                <w:rFonts w:ascii="Calibri" w:hAnsi="Calibri" w:cs="Calibri"/>
                <w:b/>
                <w:bCs/>
                <w:color w:val="0070C0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b/>
                <w:bCs/>
                <w:color w:val="0070C0"/>
                <w:spacing w:val="0"/>
                <w:sz w:val="22"/>
                <w:szCs w:val="22"/>
              </w:rPr>
              <w:t xml:space="preserve">WRITTEN LANGUAGE </w:t>
            </w:r>
            <w:r w:rsidR="00697576">
              <w:rPr>
                <w:rFonts w:ascii="Calibri" w:hAnsi="Calibri" w:cs="Calibri"/>
                <w:b/>
                <w:bCs/>
                <w:color w:val="0070C0"/>
                <w:spacing w:val="0"/>
                <w:sz w:val="22"/>
                <w:szCs w:val="22"/>
              </w:rPr>
              <w:t>CRITERIA</w:t>
            </w:r>
          </w:p>
        </w:tc>
      </w:tr>
      <w:tr w:rsidR="009F5BF3" w:rsidRPr="00EB75B1" w14:paraId="311F0479" w14:textId="77777777" w:rsidTr="005D3F59">
        <w:trPr>
          <w:trHeight w:val="2060"/>
          <w:jc w:val="center"/>
        </w:trPr>
        <w:tc>
          <w:tcPr>
            <w:tcW w:w="2335" w:type="dxa"/>
            <w:hideMark/>
          </w:tcPr>
          <w:p w14:paraId="792B8D20" w14:textId="67071696" w:rsidR="009F5BF3" w:rsidRPr="00EB75B1" w:rsidRDefault="002C2487" w:rsidP="009F5BF3">
            <w:pPr>
              <w:spacing w:before="0" w:after="0"/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11</w:t>
            </w:r>
            <w:r w:rsidR="009F5BF3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. Clarity and a</w:t>
            </w:r>
            <w:r w:rsidR="009F5BF3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t>ccuracy</w:t>
            </w:r>
            <w:r w:rsidR="009F5BF3" w:rsidRPr="00EB75B1">
              <w:rPr>
                <w:rFonts w:ascii="Calibri" w:hAnsi="Calibri" w:cs="Calibri"/>
                <w:b/>
                <w:bCs/>
                <w:spacing w:val="0"/>
                <w:sz w:val="18"/>
                <w:szCs w:val="18"/>
              </w:rPr>
              <w:br/>
            </w:r>
            <w:r w:rsidR="009F5BF3" w:rsidRPr="00EB75B1">
              <w:rPr>
                <w:rFonts w:ascii="Calibri" w:hAnsi="Calibri" w:cs="Calibri"/>
                <w:spacing w:val="0"/>
                <w:sz w:val="18"/>
                <w:szCs w:val="18"/>
              </w:rPr>
              <w:t>Clarity of message</w:t>
            </w:r>
            <w:r w:rsidR="009F5BF3">
              <w:rPr>
                <w:rFonts w:ascii="Calibri" w:hAnsi="Calibri" w:cs="Calibri"/>
                <w:spacing w:val="0"/>
                <w:sz w:val="18"/>
                <w:szCs w:val="18"/>
              </w:rPr>
              <w:t>,</w:t>
            </w:r>
            <w:r w:rsidR="009F5BF3"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 </w:t>
            </w:r>
            <w:r w:rsidR="009F5BF3">
              <w:rPr>
                <w:rFonts w:ascii="Calibri" w:hAnsi="Calibri" w:cs="Calibri"/>
                <w:spacing w:val="0"/>
                <w:sz w:val="18"/>
                <w:szCs w:val="18"/>
              </w:rPr>
              <w:t>a</w:t>
            </w:r>
            <w:r w:rsidR="009F5BF3" w:rsidRPr="00EB75B1">
              <w:rPr>
                <w:rFonts w:ascii="Calibri" w:hAnsi="Calibri" w:cs="Calibri"/>
                <w:spacing w:val="0"/>
                <w:sz w:val="18"/>
                <w:szCs w:val="18"/>
              </w:rPr>
              <w:t>ccuracy of grammar, vocabulary, spelling, punctuation sentences</w:t>
            </w:r>
          </w:p>
        </w:tc>
        <w:tc>
          <w:tcPr>
            <w:tcW w:w="2160" w:type="dxa"/>
            <w:hideMark/>
          </w:tcPr>
          <w:p w14:paraId="16D20521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The whole text is unclear.   Errors are numerous and cause significant misunderstanding.  </w:t>
            </w:r>
          </w:p>
        </w:tc>
        <w:tc>
          <w:tcPr>
            <w:tcW w:w="2105" w:type="dxa"/>
            <w:hideMark/>
          </w:tcPr>
          <w:p w14:paraId="121B8A40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 xml:space="preserve">Mostly unclear with patches of significant break down. Errors can cause significant misunderstanding and require numerous corrections. </w:t>
            </w:r>
          </w:p>
        </w:tc>
        <w:tc>
          <w:tcPr>
            <w:tcW w:w="2560" w:type="dxa"/>
            <w:hideMark/>
          </w:tcPr>
          <w:p w14:paraId="459362C3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Sometimes clear, with patches of confusion. Accuracy is inconsistent. Errors cause misunderstanding.  Correction required.</w:t>
            </w:r>
          </w:p>
        </w:tc>
        <w:tc>
          <w:tcPr>
            <w:tcW w:w="2360" w:type="dxa"/>
            <w:hideMark/>
          </w:tcPr>
          <w:p w14:paraId="42409E71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Generally clear and accurate.  Errors can cause misunderstanding in places. Still some correction required.</w:t>
            </w:r>
          </w:p>
        </w:tc>
        <w:tc>
          <w:tcPr>
            <w:tcW w:w="2280" w:type="dxa"/>
            <w:hideMark/>
          </w:tcPr>
          <w:p w14:paraId="440B3974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Clearly expressed, with only occasional errors that do not cause misunderstanding.  Requiring a minimal amount of correction.</w:t>
            </w:r>
          </w:p>
        </w:tc>
        <w:tc>
          <w:tcPr>
            <w:tcW w:w="2140" w:type="dxa"/>
            <w:hideMark/>
          </w:tcPr>
          <w:p w14:paraId="7DA80043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Clearly expressed throughout.  Consistently accurate.  Requiring a minimal amount of correction.</w:t>
            </w:r>
          </w:p>
        </w:tc>
      </w:tr>
      <w:tr w:rsidR="009F5BF3" w:rsidRPr="00EB75B1" w14:paraId="11FD7BAD" w14:textId="77777777" w:rsidTr="00EB75B1">
        <w:trPr>
          <w:trHeight w:val="240"/>
          <w:jc w:val="center"/>
        </w:trPr>
        <w:tc>
          <w:tcPr>
            <w:tcW w:w="2335" w:type="dxa"/>
            <w:hideMark/>
          </w:tcPr>
          <w:p w14:paraId="0DFB72CC" w14:textId="77777777" w:rsidR="009F5BF3" w:rsidRPr="00EB75B1" w:rsidRDefault="009F5BF3" w:rsidP="009F5BF3">
            <w:pPr>
              <w:spacing w:before="0" w:after="0"/>
              <w:jc w:val="right"/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i/>
                <w:iCs/>
                <w:spacing w:val="0"/>
                <w:sz w:val="18"/>
                <w:szCs w:val="18"/>
              </w:rPr>
              <w:t>Grading/Marking Comments:</w:t>
            </w:r>
          </w:p>
        </w:tc>
        <w:tc>
          <w:tcPr>
            <w:tcW w:w="13605" w:type="dxa"/>
            <w:gridSpan w:val="6"/>
            <w:hideMark/>
          </w:tcPr>
          <w:p w14:paraId="026FB19D" w14:textId="77777777" w:rsidR="009F5BF3" w:rsidRPr="00EB75B1" w:rsidRDefault="009F5BF3" w:rsidP="009F5BF3">
            <w:pPr>
              <w:spacing w:before="0" w:after="0"/>
              <w:rPr>
                <w:rFonts w:ascii="Calibri" w:hAnsi="Calibri" w:cs="Calibri"/>
                <w:spacing w:val="0"/>
                <w:sz w:val="18"/>
                <w:szCs w:val="18"/>
              </w:rPr>
            </w:pPr>
            <w:r w:rsidRPr="00EB75B1">
              <w:rPr>
                <w:rFonts w:ascii="Calibri" w:hAnsi="Calibri" w:cs="Calibri"/>
                <w:spacing w:val="0"/>
                <w:sz w:val="18"/>
                <w:szCs w:val="18"/>
              </w:rPr>
              <w:t> </w:t>
            </w:r>
          </w:p>
        </w:tc>
      </w:tr>
    </w:tbl>
    <w:p w14:paraId="10C9090E" w14:textId="77777777" w:rsidR="00A7454B" w:rsidRDefault="00A7454B" w:rsidP="00FB41FA">
      <w:pPr>
        <w:rPr>
          <w:rFonts w:asciiTheme="minorHAnsi" w:hAnsiTheme="minorHAnsi" w:cstheme="minorHAnsi"/>
          <w:kern w:val="2"/>
          <w:sz w:val="18"/>
          <w:szCs w:val="18"/>
          <w:lang w:eastAsia="zh-TW"/>
        </w:rPr>
      </w:pPr>
    </w:p>
    <w:p w14:paraId="1AC2FC0B" w14:textId="77777777" w:rsidR="00355DF1" w:rsidRDefault="00355DF1" w:rsidP="00FB41FA">
      <w:pPr>
        <w:rPr>
          <w:rFonts w:asciiTheme="minorHAnsi" w:hAnsiTheme="minorHAnsi" w:cstheme="minorHAnsi"/>
          <w:kern w:val="2"/>
          <w:sz w:val="18"/>
          <w:szCs w:val="18"/>
          <w:lang w:eastAsia="zh-TW"/>
        </w:rPr>
      </w:pPr>
    </w:p>
    <w:p w14:paraId="1CC2B897" w14:textId="77777777" w:rsidR="00C36DF8" w:rsidRDefault="00C36DF8">
      <w:pPr>
        <w:spacing w:before="0" w:after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br w:type="page"/>
      </w:r>
    </w:p>
    <w:p w14:paraId="736D3D95" w14:textId="77777777" w:rsidR="00C36DF8" w:rsidRDefault="00C36DF8" w:rsidP="00355DF1">
      <w:pPr>
        <w:rPr>
          <w:rFonts w:ascii="Calibri" w:hAnsi="Calibri" w:cs="Calibri"/>
          <w:color w:val="FF0000"/>
          <w:sz w:val="22"/>
          <w:szCs w:val="22"/>
        </w:rPr>
        <w:sectPr w:rsidR="00C36DF8" w:rsidSect="002C2487">
          <w:pgSz w:w="16839" w:h="11907" w:orient="landscape" w:code="9"/>
          <w:pgMar w:top="1440" w:right="1440" w:bottom="1170" w:left="1440" w:header="288" w:footer="703" w:gutter="0"/>
          <w:cols w:space="720"/>
          <w:docGrid w:linePitch="360"/>
        </w:sectPr>
      </w:pPr>
    </w:p>
    <w:p w14:paraId="41DB813B" w14:textId="686C2FC5" w:rsidR="006F28BD" w:rsidRDefault="00DF0B4A" w:rsidP="00DF0B4A">
      <w:pPr>
        <w:rPr>
          <w:rFonts w:asciiTheme="minorHAnsi" w:hAnsiTheme="minorHAnsi" w:cstheme="minorHAnsi"/>
          <w:b/>
          <w:bCs/>
          <w:color w:val="FF0000"/>
          <w:kern w:val="2"/>
          <w:sz w:val="24"/>
          <w:szCs w:val="24"/>
          <w:lang w:eastAsia="zh-TW"/>
        </w:rPr>
      </w:pPr>
      <w:r>
        <w:rPr>
          <w:rFonts w:asciiTheme="minorHAnsi" w:hAnsiTheme="minorHAnsi" w:cstheme="minorHAnsi"/>
          <w:b/>
          <w:bCs/>
          <w:color w:val="FF0000"/>
          <w:kern w:val="2"/>
          <w:sz w:val="24"/>
          <w:szCs w:val="24"/>
          <w:lang w:eastAsia="zh-TW"/>
        </w:rPr>
        <w:lastRenderedPageBreak/>
        <w:t xml:space="preserve"> </w:t>
      </w:r>
    </w:p>
    <w:p w14:paraId="1CF97E8A" w14:textId="77777777" w:rsidR="006F28BD" w:rsidRPr="006F28BD" w:rsidRDefault="006F28BD" w:rsidP="006F28BD">
      <w:pPr>
        <w:rPr>
          <w:rFonts w:asciiTheme="minorHAnsi" w:hAnsiTheme="minorHAnsi" w:cstheme="minorHAnsi"/>
          <w:kern w:val="2"/>
          <w:sz w:val="22"/>
          <w:szCs w:val="22"/>
          <w:lang w:eastAsia="zh-TW"/>
        </w:rPr>
      </w:pPr>
    </w:p>
    <w:sectPr w:rsidR="006F28BD" w:rsidRPr="006F28BD" w:rsidSect="00BF61B8">
      <w:pgSz w:w="11907" w:h="16839" w:code="9"/>
      <w:pgMar w:top="1440" w:right="1440" w:bottom="1440" w:left="1440" w:header="288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58FB6" w14:textId="77777777" w:rsidR="008D3FED" w:rsidRDefault="008D3FED" w:rsidP="00EF5549">
      <w:r>
        <w:separator/>
      </w:r>
    </w:p>
  </w:endnote>
  <w:endnote w:type="continuationSeparator" w:id="0">
    <w:p w14:paraId="72AF278E" w14:textId="77777777" w:rsidR="008D3FED" w:rsidRDefault="008D3FED" w:rsidP="00EF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394C7" w14:textId="77777777" w:rsidR="00A80CE2" w:rsidRPr="00E9519E" w:rsidRDefault="00A80CE2" w:rsidP="00E9519E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434B3E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795AEC">
      <w:rPr>
        <w:rStyle w:val="PageNumber"/>
        <w:rFonts w:ascii="Arial" w:hAnsi="Arial" w:cs="Arial"/>
        <w:sz w:val="18"/>
        <w:szCs w:val="18"/>
      </w:rPr>
      <w:t xml:space="preserve">Page </w:t>
    </w:r>
    <w:r w:rsidRPr="00795AEC">
      <w:rPr>
        <w:rStyle w:val="PageNumber"/>
        <w:rFonts w:ascii="Arial" w:hAnsi="Arial" w:cs="Arial"/>
        <w:sz w:val="18"/>
        <w:szCs w:val="18"/>
      </w:rPr>
      <w:fldChar w:fldCharType="begin"/>
    </w:r>
    <w:r w:rsidRPr="00795AEC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795AEC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6</w:t>
    </w:r>
    <w:r w:rsidRPr="00795AEC">
      <w:rPr>
        <w:rStyle w:val="PageNumber"/>
        <w:rFonts w:ascii="Arial" w:hAnsi="Arial" w:cs="Arial"/>
        <w:sz w:val="18"/>
        <w:szCs w:val="18"/>
      </w:rPr>
      <w:fldChar w:fldCharType="end"/>
    </w:r>
    <w:r w:rsidRPr="00795AEC">
      <w:rPr>
        <w:rStyle w:val="PageNumber"/>
        <w:rFonts w:ascii="Arial" w:hAnsi="Arial" w:cs="Arial"/>
        <w:sz w:val="18"/>
        <w:szCs w:val="18"/>
      </w:rPr>
      <w:t xml:space="preserve"> of </w:t>
    </w:r>
    <w:r w:rsidRPr="00795AEC">
      <w:rPr>
        <w:rStyle w:val="PageNumber"/>
        <w:rFonts w:ascii="Arial" w:hAnsi="Arial" w:cs="Arial"/>
        <w:sz w:val="18"/>
        <w:szCs w:val="18"/>
      </w:rPr>
      <w:fldChar w:fldCharType="begin"/>
    </w:r>
    <w:r w:rsidRPr="00795AEC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795AEC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6</w:t>
    </w:r>
    <w:r w:rsidRPr="00795AEC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1691798158"/>
      <w:docPartObj>
        <w:docPartGallery w:val="Page Numbers (Bottom of Page)"/>
        <w:docPartUnique/>
      </w:docPartObj>
    </w:sdtPr>
    <w:sdtEndPr>
      <w:rPr>
        <w:noProof/>
        <w:color w:val="A6A6A6" w:themeColor="background1" w:themeShade="A6"/>
      </w:rPr>
    </w:sdtEndPr>
    <w:sdtContent>
      <w:p w14:paraId="44594233" w14:textId="2F34ECF0" w:rsidR="000A7829" w:rsidRDefault="000A7829" w:rsidP="002C2487">
        <w:pPr>
          <w:pStyle w:val="Footer"/>
          <w:jc w:val="center"/>
          <w:rPr>
            <w:rFonts w:asciiTheme="minorHAnsi" w:hAnsiTheme="minorHAnsi" w:cstheme="minorHAnsi"/>
            <w:noProof/>
            <w:sz w:val="20"/>
            <w:szCs w:val="20"/>
          </w:rPr>
        </w:pPr>
        <w:r>
          <w:rPr>
            <w:rFonts w:asciiTheme="minorHAnsi" w:hAnsiTheme="minorHAnsi" w:cstheme="minorHAnsi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286A9" wp14:editId="721342B5">
                  <wp:simplePos x="0" y="0"/>
                  <wp:positionH relativeFrom="column">
                    <wp:posOffset>-409575</wp:posOffset>
                  </wp:positionH>
                  <wp:positionV relativeFrom="paragraph">
                    <wp:posOffset>-34290</wp:posOffset>
                  </wp:positionV>
                  <wp:extent cx="1028700" cy="304800"/>
                  <wp:effectExtent l="0" t="0" r="0" b="0"/>
                  <wp:wrapNone/>
                  <wp:docPr id="2" name="Text Box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0287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3AB2B" w14:textId="77777777" w:rsidR="000A7829" w:rsidRPr="002C2487" w:rsidRDefault="000A7829" w:rsidP="002C2487">
                              <w:pPr>
                                <w:pStyle w:val="Footer"/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20"/>
                                  <w:szCs w:val="20"/>
                                </w:rPr>
                              </w:pPr>
                              <w:r w:rsidRPr="002C2487">
                                <w:rPr>
                                  <w:rFonts w:asciiTheme="minorHAnsi" w:hAnsiTheme="minorHAnsi" w:cstheme="minorHAnsi"/>
                                  <w:color w:val="A6A6A6" w:themeColor="background1" w:themeShade="A6"/>
                                  <w:sz w:val="20"/>
                                  <w:szCs w:val="20"/>
                                </w:rPr>
                                <w:t>v. 2014-05-15</w:t>
                              </w:r>
                            </w:p>
                            <w:p w14:paraId="4BF9DEE4" w14:textId="77777777" w:rsidR="000A7829" w:rsidRDefault="000A782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286A9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32.25pt;margin-top:-2.7pt;width:8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" fillcolor="white [3201]" stroked="f" strokeweight=".5pt">
                  <v:textbox>
                    <w:txbxContent>
                      <w:p w14:paraId="4E43AB2B" w14:textId="77777777" w:rsidR="000A7829" w:rsidRPr="002C2487" w:rsidRDefault="000A7829" w:rsidP="002C2487">
                        <w:pPr>
                          <w:pStyle w:val="Footer"/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20"/>
                            <w:szCs w:val="20"/>
                          </w:rPr>
                        </w:pPr>
                        <w:r w:rsidRPr="002C2487">
                          <w:rPr>
                            <w:rFonts w:asciiTheme="minorHAnsi" w:hAnsiTheme="minorHAnsi" w:cstheme="minorHAnsi"/>
                            <w:color w:val="A6A6A6" w:themeColor="background1" w:themeShade="A6"/>
                            <w:sz w:val="20"/>
                            <w:szCs w:val="20"/>
                          </w:rPr>
                          <w:t>v. 2014-05-15</w:t>
                        </w:r>
                      </w:p>
                      <w:p w14:paraId="4BF9DEE4" w14:textId="77777777" w:rsidR="000A7829" w:rsidRDefault="000A7829"/>
                    </w:txbxContent>
                  </v:textbox>
                </v:shape>
              </w:pict>
            </mc:Fallback>
          </mc:AlternateContent>
        </w:r>
        <w:r w:rsidRPr="002C248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C2487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2C248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77DCC">
          <w:rPr>
            <w:rFonts w:asciiTheme="minorHAnsi" w:hAnsiTheme="minorHAnsi" w:cstheme="minorHAnsi"/>
            <w:noProof/>
            <w:sz w:val="20"/>
            <w:szCs w:val="20"/>
          </w:rPr>
          <w:t>5</w:t>
        </w:r>
        <w:r w:rsidRPr="002C2487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</w:p>
    </w:sdtContent>
  </w:sdt>
  <w:p w14:paraId="53335809" w14:textId="77777777" w:rsidR="000A7829" w:rsidRDefault="000A7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EBFB8" w14:textId="77777777" w:rsidR="008D3FED" w:rsidRDefault="008D3FED" w:rsidP="00EF5549">
      <w:r>
        <w:separator/>
      </w:r>
    </w:p>
  </w:footnote>
  <w:footnote w:type="continuationSeparator" w:id="0">
    <w:p w14:paraId="60E94889" w14:textId="77777777" w:rsidR="008D3FED" w:rsidRDefault="008D3FED" w:rsidP="00EF5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700"/>
      <w:gridCol w:w="3463"/>
      <w:gridCol w:w="3726"/>
    </w:tblGrid>
    <w:tr w:rsidR="00A80CE2" w:rsidRPr="00434B3E" w14:paraId="2105F8BA" w14:textId="77777777">
      <w:tc>
        <w:tcPr>
          <w:tcW w:w="2802" w:type="dxa"/>
          <w:vAlign w:val="center"/>
        </w:tcPr>
        <w:p w14:paraId="177889A9" w14:textId="77777777" w:rsidR="00A80CE2" w:rsidRPr="00BC68A6" w:rsidRDefault="00A80CE2" w:rsidP="001A5D06">
          <w:pPr>
            <w:pStyle w:val="Header"/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3543" w:type="dxa"/>
          <w:vAlign w:val="center"/>
        </w:tcPr>
        <w:p w14:paraId="0645DB4F" w14:textId="77777777" w:rsidR="00A80CE2" w:rsidRDefault="00A80CE2" w:rsidP="001A5D06">
          <w:pPr>
            <w:pStyle w:val="Header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Assessment Task</w:t>
          </w:r>
        </w:p>
        <w:p w14:paraId="40FB210B" w14:textId="77777777" w:rsidR="00A80CE2" w:rsidRPr="00F73223" w:rsidRDefault="00A80CE2" w:rsidP="001A5D06">
          <w:pPr>
            <w:pStyle w:val="Header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b/>
              <w:bCs/>
              <w:sz w:val="22"/>
              <w:szCs w:val="22"/>
            </w:rPr>
            <w:t>Feedback</w:t>
          </w:r>
        </w:p>
      </w:tc>
      <w:tc>
        <w:tcPr>
          <w:tcW w:w="3544" w:type="dxa"/>
          <w:vAlign w:val="center"/>
        </w:tcPr>
        <w:p w14:paraId="7D2F7770" w14:textId="77777777" w:rsidR="00A80CE2" w:rsidRPr="00434B3E" w:rsidRDefault="00A80CE2" w:rsidP="001A5D06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2A0A908B" wp14:editId="7257F8CA">
                <wp:extent cx="2221865" cy="495935"/>
                <wp:effectExtent l="0" t="0" r="6985" b="0"/>
                <wp:docPr id="1" name="Picture 1" descr="hct transparent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ct transparent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1865" cy="495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D23C6EA" w14:textId="77777777" w:rsidR="00A80CE2" w:rsidRPr="00F73223" w:rsidRDefault="00A80CE2">
    <w:pPr>
      <w:pStyle w:val="Header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9BF86" w14:textId="0CE7D2BE" w:rsidR="000A7829" w:rsidRPr="006A25EF" w:rsidRDefault="000A7829" w:rsidP="006A25EF">
    <w:pPr>
      <w:pStyle w:val="Header"/>
      <w:rPr>
        <w:rFonts w:asciiTheme="minorHAnsi" w:hAnsiTheme="minorHAnsi" w:cstheme="minorHAnsi"/>
        <w:sz w:val="20"/>
        <w:szCs w:val="20"/>
      </w:rPr>
    </w:pPr>
    <w:r w:rsidRPr="006A25EF">
      <w:rPr>
        <w:rFonts w:asciiTheme="minorHAnsi" w:hAnsiTheme="minorHAnsi" w:cstheme="minorHAnsi"/>
        <w:noProof/>
        <w:sz w:val="20"/>
        <w:szCs w:val="20"/>
      </w:rPr>
      <w:drawing>
        <wp:inline distT="0" distB="0" distL="0" distR="0" wp14:anchorId="6108A38F" wp14:editId="23778F6D">
          <wp:extent cx="2047875" cy="457036"/>
          <wp:effectExtent l="0" t="0" r="0" b="635"/>
          <wp:docPr id="4" name="Picture 4" descr="hct transpar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ct transparen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618" cy="463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7389D"/>
    <w:multiLevelType w:val="hybridMultilevel"/>
    <w:tmpl w:val="0470A38C"/>
    <w:lvl w:ilvl="0" w:tplc="E700A9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B2780"/>
    <w:multiLevelType w:val="hybridMultilevel"/>
    <w:tmpl w:val="1E866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20603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907BF"/>
    <w:multiLevelType w:val="hybridMultilevel"/>
    <w:tmpl w:val="A0683298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029D8"/>
    <w:multiLevelType w:val="hybridMultilevel"/>
    <w:tmpl w:val="E38E6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773D8"/>
    <w:multiLevelType w:val="hybridMultilevel"/>
    <w:tmpl w:val="0C9C10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0E3C3BA0"/>
    <w:multiLevelType w:val="hybridMultilevel"/>
    <w:tmpl w:val="68E2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6188E"/>
    <w:multiLevelType w:val="hybridMultilevel"/>
    <w:tmpl w:val="8DC68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634FA"/>
    <w:multiLevelType w:val="hybridMultilevel"/>
    <w:tmpl w:val="197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22480"/>
    <w:multiLevelType w:val="hybridMultilevel"/>
    <w:tmpl w:val="1D2A24F2"/>
    <w:lvl w:ilvl="0" w:tplc="0409000F">
      <w:start w:val="1"/>
      <w:numFmt w:val="decimal"/>
      <w:lvlText w:val="%1."/>
      <w:lvlJc w:val="left"/>
      <w:pPr>
        <w:ind w:left="710" w:hanging="360"/>
      </w:p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0">
    <w:nsid w:val="22E552EB"/>
    <w:multiLevelType w:val="hybridMultilevel"/>
    <w:tmpl w:val="37FE5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72ECA"/>
    <w:multiLevelType w:val="hybridMultilevel"/>
    <w:tmpl w:val="19703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40EF4"/>
    <w:multiLevelType w:val="hybridMultilevel"/>
    <w:tmpl w:val="91CC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B27759"/>
    <w:multiLevelType w:val="hybridMultilevel"/>
    <w:tmpl w:val="BCC203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B070DD"/>
    <w:multiLevelType w:val="multilevel"/>
    <w:tmpl w:val="1EBEA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4C3960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A97DCE"/>
    <w:multiLevelType w:val="hybridMultilevel"/>
    <w:tmpl w:val="D6786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E10F5B"/>
    <w:multiLevelType w:val="hybridMultilevel"/>
    <w:tmpl w:val="A2B81FE0"/>
    <w:lvl w:ilvl="0" w:tplc="C8A87C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0022F7"/>
    <w:multiLevelType w:val="hybridMultilevel"/>
    <w:tmpl w:val="2EFE3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F6EA3"/>
    <w:multiLevelType w:val="hybridMultilevel"/>
    <w:tmpl w:val="445AB150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740993"/>
    <w:multiLevelType w:val="hybridMultilevel"/>
    <w:tmpl w:val="D6786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A4BC7"/>
    <w:multiLevelType w:val="hybridMultilevel"/>
    <w:tmpl w:val="967A5892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B57EB5"/>
    <w:multiLevelType w:val="hybridMultilevel"/>
    <w:tmpl w:val="D6786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92A0C"/>
    <w:multiLevelType w:val="hybridMultilevel"/>
    <w:tmpl w:val="A456030C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BB049C9"/>
    <w:multiLevelType w:val="hybridMultilevel"/>
    <w:tmpl w:val="274A9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C4706"/>
    <w:multiLevelType w:val="hybridMultilevel"/>
    <w:tmpl w:val="F954C7EC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E6AA9"/>
    <w:multiLevelType w:val="hybridMultilevel"/>
    <w:tmpl w:val="62D27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6A544C"/>
    <w:multiLevelType w:val="hybridMultilevel"/>
    <w:tmpl w:val="37FE54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3022B"/>
    <w:multiLevelType w:val="hybridMultilevel"/>
    <w:tmpl w:val="C76AA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801ED9"/>
    <w:multiLevelType w:val="hybridMultilevel"/>
    <w:tmpl w:val="4EEADFB8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984BBE"/>
    <w:multiLevelType w:val="hybridMultilevel"/>
    <w:tmpl w:val="FCCCD8B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71E70C95"/>
    <w:multiLevelType w:val="hybridMultilevel"/>
    <w:tmpl w:val="E836E8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846C92"/>
    <w:multiLevelType w:val="hybridMultilevel"/>
    <w:tmpl w:val="EBC6BF58"/>
    <w:lvl w:ilvl="0" w:tplc="0409000F">
      <w:start w:val="1"/>
      <w:numFmt w:val="decimal"/>
      <w:lvlText w:val="%1."/>
      <w:lvlJc w:val="left"/>
      <w:pPr>
        <w:ind w:left="710" w:hanging="360"/>
      </w:pPr>
    </w:lvl>
    <w:lvl w:ilvl="1" w:tplc="04090019" w:tentative="1">
      <w:start w:val="1"/>
      <w:numFmt w:val="lowerLetter"/>
      <w:lvlText w:val="%2."/>
      <w:lvlJc w:val="left"/>
      <w:pPr>
        <w:ind w:left="1430" w:hanging="360"/>
      </w:pPr>
    </w:lvl>
    <w:lvl w:ilvl="2" w:tplc="0409001B" w:tentative="1">
      <w:start w:val="1"/>
      <w:numFmt w:val="lowerRoman"/>
      <w:lvlText w:val="%3."/>
      <w:lvlJc w:val="right"/>
      <w:pPr>
        <w:ind w:left="2150" w:hanging="180"/>
      </w:pPr>
    </w:lvl>
    <w:lvl w:ilvl="3" w:tplc="0409000F" w:tentative="1">
      <w:start w:val="1"/>
      <w:numFmt w:val="decimal"/>
      <w:lvlText w:val="%4."/>
      <w:lvlJc w:val="left"/>
      <w:pPr>
        <w:ind w:left="2870" w:hanging="360"/>
      </w:pPr>
    </w:lvl>
    <w:lvl w:ilvl="4" w:tplc="04090019" w:tentative="1">
      <w:start w:val="1"/>
      <w:numFmt w:val="lowerLetter"/>
      <w:lvlText w:val="%5."/>
      <w:lvlJc w:val="left"/>
      <w:pPr>
        <w:ind w:left="3590" w:hanging="360"/>
      </w:pPr>
    </w:lvl>
    <w:lvl w:ilvl="5" w:tplc="0409001B" w:tentative="1">
      <w:start w:val="1"/>
      <w:numFmt w:val="lowerRoman"/>
      <w:lvlText w:val="%6."/>
      <w:lvlJc w:val="right"/>
      <w:pPr>
        <w:ind w:left="4310" w:hanging="180"/>
      </w:pPr>
    </w:lvl>
    <w:lvl w:ilvl="6" w:tplc="0409000F" w:tentative="1">
      <w:start w:val="1"/>
      <w:numFmt w:val="decimal"/>
      <w:lvlText w:val="%7."/>
      <w:lvlJc w:val="left"/>
      <w:pPr>
        <w:ind w:left="5030" w:hanging="360"/>
      </w:pPr>
    </w:lvl>
    <w:lvl w:ilvl="7" w:tplc="04090019" w:tentative="1">
      <w:start w:val="1"/>
      <w:numFmt w:val="lowerLetter"/>
      <w:lvlText w:val="%8."/>
      <w:lvlJc w:val="left"/>
      <w:pPr>
        <w:ind w:left="5750" w:hanging="360"/>
      </w:pPr>
    </w:lvl>
    <w:lvl w:ilvl="8" w:tplc="04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3">
    <w:nsid w:val="73AB44D2"/>
    <w:multiLevelType w:val="hybridMultilevel"/>
    <w:tmpl w:val="1DF6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8368B5"/>
    <w:multiLevelType w:val="hybridMultilevel"/>
    <w:tmpl w:val="64EAF97C"/>
    <w:lvl w:ilvl="0" w:tplc="C8A87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92316"/>
    <w:multiLevelType w:val="hybridMultilevel"/>
    <w:tmpl w:val="98069C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CD0125"/>
    <w:multiLevelType w:val="hybridMultilevel"/>
    <w:tmpl w:val="1DF6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5"/>
  </w:num>
  <w:num w:numId="4">
    <w:abstractNumId w:val="23"/>
  </w:num>
  <w:num w:numId="5">
    <w:abstractNumId w:val="30"/>
  </w:num>
  <w:num w:numId="6">
    <w:abstractNumId w:val="28"/>
  </w:num>
  <w:num w:numId="7">
    <w:abstractNumId w:val="24"/>
  </w:num>
  <w:num w:numId="8">
    <w:abstractNumId w:val="14"/>
  </w:num>
  <w:num w:numId="9">
    <w:abstractNumId w:val="1"/>
  </w:num>
  <w:num w:numId="10">
    <w:abstractNumId w:val="12"/>
  </w:num>
  <w:num w:numId="11">
    <w:abstractNumId w:val="18"/>
  </w:num>
  <w:num w:numId="12">
    <w:abstractNumId w:val="7"/>
  </w:num>
  <w:num w:numId="13">
    <w:abstractNumId w:val="6"/>
  </w:num>
  <w:num w:numId="14">
    <w:abstractNumId w:val="32"/>
  </w:num>
  <w:num w:numId="15">
    <w:abstractNumId w:val="9"/>
  </w:num>
  <w:num w:numId="16">
    <w:abstractNumId w:val="13"/>
  </w:num>
  <w:num w:numId="17">
    <w:abstractNumId w:val="36"/>
  </w:num>
  <w:num w:numId="18">
    <w:abstractNumId w:val="16"/>
  </w:num>
  <w:num w:numId="19">
    <w:abstractNumId w:val="22"/>
  </w:num>
  <w:num w:numId="20">
    <w:abstractNumId w:val="20"/>
  </w:num>
  <w:num w:numId="21">
    <w:abstractNumId w:val="33"/>
  </w:num>
  <w:num w:numId="22">
    <w:abstractNumId w:val="19"/>
  </w:num>
  <w:num w:numId="23">
    <w:abstractNumId w:val="0"/>
  </w:num>
  <w:num w:numId="24">
    <w:abstractNumId w:val="3"/>
  </w:num>
  <w:num w:numId="25">
    <w:abstractNumId w:val="29"/>
  </w:num>
  <w:num w:numId="26">
    <w:abstractNumId w:val="34"/>
  </w:num>
  <w:num w:numId="27">
    <w:abstractNumId w:val="25"/>
  </w:num>
  <w:num w:numId="28">
    <w:abstractNumId w:val="21"/>
  </w:num>
  <w:num w:numId="29">
    <w:abstractNumId w:val="35"/>
  </w:num>
  <w:num w:numId="30">
    <w:abstractNumId w:val="15"/>
  </w:num>
  <w:num w:numId="31">
    <w:abstractNumId w:val="2"/>
  </w:num>
  <w:num w:numId="32">
    <w:abstractNumId w:val="17"/>
  </w:num>
  <w:num w:numId="33">
    <w:abstractNumId w:val="4"/>
  </w:num>
  <w:num w:numId="34">
    <w:abstractNumId w:val="10"/>
  </w:num>
  <w:num w:numId="35">
    <w:abstractNumId w:val="27"/>
  </w:num>
  <w:num w:numId="36">
    <w:abstractNumId w:val="8"/>
  </w:num>
  <w:num w:numId="3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5"/>
  <w:displayHorizont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5D"/>
    <w:rsid w:val="000002EC"/>
    <w:rsid w:val="00000913"/>
    <w:rsid w:val="00004D74"/>
    <w:rsid w:val="00004EBB"/>
    <w:rsid w:val="00010A3C"/>
    <w:rsid w:val="00016CBA"/>
    <w:rsid w:val="00017B82"/>
    <w:rsid w:val="0002087A"/>
    <w:rsid w:val="00022343"/>
    <w:rsid w:val="00022ABA"/>
    <w:rsid w:val="00022F50"/>
    <w:rsid w:val="00023603"/>
    <w:rsid w:val="00030551"/>
    <w:rsid w:val="000327DC"/>
    <w:rsid w:val="00035055"/>
    <w:rsid w:val="000355EF"/>
    <w:rsid w:val="00036DE6"/>
    <w:rsid w:val="00042A3B"/>
    <w:rsid w:val="000439AC"/>
    <w:rsid w:val="00051986"/>
    <w:rsid w:val="00054418"/>
    <w:rsid w:val="00056D16"/>
    <w:rsid w:val="0005775B"/>
    <w:rsid w:val="00061922"/>
    <w:rsid w:val="00065223"/>
    <w:rsid w:val="0006530E"/>
    <w:rsid w:val="000664FE"/>
    <w:rsid w:val="00073540"/>
    <w:rsid w:val="00074005"/>
    <w:rsid w:val="00075787"/>
    <w:rsid w:val="0008118D"/>
    <w:rsid w:val="000849EE"/>
    <w:rsid w:val="00094FBD"/>
    <w:rsid w:val="0009776B"/>
    <w:rsid w:val="000A1CD1"/>
    <w:rsid w:val="000A2D87"/>
    <w:rsid w:val="000A3F45"/>
    <w:rsid w:val="000A7829"/>
    <w:rsid w:val="000B0E09"/>
    <w:rsid w:val="000B2C5F"/>
    <w:rsid w:val="000B686A"/>
    <w:rsid w:val="000C1225"/>
    <w:rsid w:val="000C1651"/>
    <w:rsid w:val="000C2093"/>
    <w:rsid w:val="000C25AE"/>
    <w:rsid w:val="000C43E6"/>
    <w:rsid w:val="000C6B39"/>
    <w:rsid w:val="000C75DC"/>
    <w:rsid w:val="000D27FC"/>
    <w:rsid w:val="000D35E9"/>
    <w:rsid w:val="000D5790"/>
    <w:rsid w:val="000D5B09"/>
    <w:rsid w:val="000D6B82"/>
    <w:rsid w:val="000E29F7"/>
    <w:rsid w:val="000E67DF"/>
    <w:rsid w:val="000E6C40"/>
    <w:rsid w:val="000E792A"/>
    <w:rsid w:val="000F25F2"/>
    <w:rsid w:val="000F3996"/>
    <w:rsid w:val="000F3EB8"/>
    <w:rsid w:val="0010221D"/>
    <w:rsid w:val="00102E6F"/>
    <w:rsid w:val="0010360D"/>
    <w:rsid w:val="001048B8"/>
    <w:rsid w:val="00111976"/>
    <w:rsid w:val="00111D0A"/>
    <w:rsid w:val="0011265B"/>
    <w:rsid w:val="00114646"/>
    <w:rsid w:val="00120652"/>
    <w:rsid w:val="001232CC"/>
    <w:rsid w:val="0012410E"/>
    <w:rsid w:val="00131931"/>
    <w:rsid w:val="00134ED8"/>
    <w:rsid w:val="001365EF"/>
    <w:rsid w:val="001379E1"/>
    <w:rsid w:val="00140AC1"/>
    <w:rsid w:val="00140D24"/>
    <w:rsid w:val="001467E8"/>
    <w:rsid w:val="00146834"/>
    <w:rsid w:val="00146864"/>
    <w:rsid w:val="00150879"/>
    <w:rsid w:val="00150C0F"/>
    <w:rsid w:val="001529C7"/>
    <w:rsid w:val="00152DD0"/>
    <w:rsid w:val="001537F7"/>
    <w:rsid w:val="00153BE5"/>
    <w:rsid w:val="00154B9E"/>
    <w:rsid w:val="00155343"/>
    <w:rsid w:val="0015591A"/>
    <w:rsid w:val="001604C1"/>
    <w:rsid w:val="00160A9C"/>
    <w:rsid w:val="00161062"/>
    <w:rsid w:val="00161632"/>
    <w:rsid w:val="0016293B"/>
    <w:rsid w:val="001644E1"/>
    <w:rsid w:val="00165CE4"/>
    <w:rsid w:val="00167515"/>
    <w:rsid w:val="00167D9A"/>
    <w:rsid w:val="00170216"/>
    <w:rsid w:val="00174260"/>
    <w:rsid w:val="0017443E"/>
    <w:rsid w:val="00176020"/>
    <w:rsid w:val="001766AA"/>
    <w:rsid w:val="0018118B"/>
    <w:rsid w:val="001827F6"/>
    <w:rsid w:val="00186E13"/>
    <w:rsid w:val="00187367"/>
    <w:rsid w:val="00187D29"/>
    <w:rsid w:val="0019123B"/>
    <w:rsid w:val="00192DFB"/>
    <w:rsid w:val="00196309"/>
    <w:rsid w:val="001A3056"/>
    <w:rsid w:val="001A3202"/>
    <w:rsid w:val="001A4DA5"/>
    <w:rsid w:val="001B0A05"/>
    <w:rsid w:val="001B0F42"/>
    <w:rsid w:val="001B2F43"/>
    <w:rsid w:val="001B35D9"/>
    <w:rsid w:val="001B43B7"/>
    <w:rsid w:val="001B5A58"/>
    <w:rsid w:val="001B60F8"/>
    <w:rsid w:val="001C3871"/>
    <w:rsid w:val="001C6F17"/>
    <w:rsid w:val="001C7B21"/>
    <w:rsid w:val="001D03D7"/>
    <w:rsid w:val="001D1058"/>
    <w:rsid w:val="001D30D0"/>
    <w:rsid w:val="001D3BC4"/>
    <w:rsid w:val="001D3CAE"/>
    <w:rsid w:val="001D5E2B"/>
    <w:rsid w:val="001E262F"/>
    <w:rsid w:val="001E302E"/>
    <w:rsid w:val="001E60B0"/>
    <w:rsid w:val="001E6939"/>
    <w:rsid w:val="001E6FEB"/>
    <w:rsid w:val="001F0B7E"/>
    <w:rsid w:val="001F11B6"/>
    <w:rsid w:val="001F1F4A"/>
    <w:rsid w:val="001F41A5"/>
    <w:rsid w:val="001F7190"/>
    <w:rsid w:val="00200FB5"/>
    <w:rsid w:val="00207D4F"/>
    <w:rsid w:val="002138F3"/>
    <w:rsid w:val="00216FD6"/>
    <w:rsid w:val="002237FD"/>
    <w:rsid w:val="002256BA"/>
    <w:rsid w:val="002300B6"/>
    <w:rsid w:val="00233BE1"/>
    <w:rsid w:val="0023491B"/>
    <w:rsid w:val="002359C8"/>
    <w:rsid w:val="00235AA4"/>
    <w:rsid w:val="0023653F"/>
    <w:rsid w:val="00246DE7"/>
    <w:rsid w:val="00247287"/>
    <w:rsid w:val="00247409"/>
    <w:rsid w:val="0024765C"/>
    <w:rsid w:val="00254245"/>
    <w:rsid w:val="00255E54"/>
    <w:rsid w:val="00262DD4"/>
    <w:rsid w:val="00266DB7"/>
    <w:rsid w:val="00267D16"/>
    <w:rsid w:val="00271BBD"/>
    <w:rsid w:val="00275064"/>
    <w:rsid w:val="002765C1"/>
    <w:rsid w:val="00283156"/>
    <w:rsid w:val="002837E3"/>
    <w:rsid w:val="00283B19"/>
    <w:rsid w:val="00284DBC"/>
    <w:rsid w:val="00285D3C"/>
    <w:rsid w:val="00286458"/>
    <w:rsid w:val="002869A7"/>
    <w:rsid w:val="0028741A"/>
    <w:rsid w:val="00294ECA"/>
    <w:rsid w:val="00295A3A"/>
    <w:rsid w:val="00295D5E"/>
    <w:rsid w:val="00296B86"/>
    <w:rsid w:val="00297B33"/>
    <w:rsid w:val="002A077C"/>
    <w:rsid w:val="002A32D8"/>
    <w:rsid w:val="002A568E"/>
    <w:rsid w:val="002A58ED"/>
    <w:rsid w:val="002B3A69"/>
    <w:rsid w:val="002B3C68"/>
    <w:rsid w:val="002B4C0C"/>
    <w:rsid w:val="002B4C4A"/>
    <w:rsid w:val="002B5D00"/>
    <w:rsid w:val="002C2487"/>
    <w:rsid w:val="002C3AB8"/>
    <w:rsid w:val="002C4C99"/>
    <w:rsid w:val="002C4D7B"/>
    <w:rsid w:val="002C7E8C"/>
    <w:rsid w:val="002E005C"/>
    <w:rsid w:val="002E12F3"/>
    <w:rsid w:val="002E1B9F"/>
    <w:rsid w:val="002E6D60"/>
    <w:rsid w:val="002F2646"/>
    <w:rsid w:val="003005EC"/>
    <w:rsid w:val="0030142B"/>
    <w:rsid w:val="003031E8"/>
    <w:rsid w:val="003033A4"/>
    <w:rsid w:val="00303BC0"/>
    <w:rsid w:val="003057E3"/>
    <w:rsid w:val="0030597E"/>
    <w:rsid w:val="00306FE0"/>
    <w:rsid w:val="00307164"/>
    <w:rsid w:val="00312B75"/>
    <w:rsid w:val="0031401D"/>
    <w:rsid w:val="0033518D"/>
    <w:rsid w:val="00337E2E"/>
    <w:rsid w:val="003410B4"/>
    <w:rsid w:val="00341E24"/>
    <w:rsid w:val="00342F4E"/>
    <w:rsid w:val="00343B2D"/>
    <w:rsid w:val="003451BF"/>
    <w:rsid w:val="00346DF1"/>
    <w:rsid w:val="00351B25"/>
    <w:rsid w:val="00351CA7"/>
    <w:rsid w:val="00352C6D"/>
    <w:rsid w:val="00355DF1"/>
    <w:rsid w:val="00356A8B"/>
    <w:rsid w:val="003574E7"/>
    <w:rsid w:val="003623A3"/>
    <w:rsid w:val="0036459E"/>
    <w:rsid w:val="00373225"/>
    <w:rsid w:val="00375828"/>
    <w:rsid w:val="00375A0B"/>
    <w:rsid w:val="00377287"/>
    <w:rsid w:val="0038148B"/>
    <w:rsid w:val="003814C0"/>
    <w:rsid w:val="0038250F"/>
    <w:rsid w:val="003840D5"/>
    <w:rsid w:val="00387839"/>
    <w:rsid w:val="003942FE"/>
    <w:rsid w:val="00395ABB"/>
    <w:rsid w:val="00397FB3"/>
    <w:rsid w:val="003A012D"/>
    <w:rsid w:val="003A1FCF"/>
    <w:rsid w:val="003A38DB"/>
    <w:rsid w:val="003A45B4"/>
    <w:rsid w:val="003A66F0"/>
    <w:rsid w:val="003B0905"/>
    <w:rsid w:val="003B2E0E"/>
    <w:rsid w:val="003C1F90"/>
    <w:rsid w:val="003C4EAF"/>
    <w:rsid w:val="003C535B"/>
    <w:rsid w:val="003C5ED5"/>
    <w:rsid w:val="003C6685"/>
    <w:rsid w:val="003D1D61"/>
    <w:rsid w:val="003D60FA"/>
    <w:rsid w:val="003E0C54"/>
    <w:rsid w:val="003E2CE9"/>
    <w:rsid w:val="003E36E6"/>
    <w:rsid w:val="003E7723"/>
    <w:rsid w:val="003F09B2"/>
    <w:rsid w:val="003F7B8A"/>
    <w:rsid w:val="004021A7"/>
    <w:rsid w:val="0040309D"/>
    <w:rsid w:val="00404E8D"/>
    <w:rsid w:val="00404FAB"/>
    <w:rsid w:val="004162E8"/>
    <w:rsid w:val="004231C5"/>
    <w:rsid w:val="00424F7A"/>
    <w:rsid w:val="0042527C"/>
    <w:rsid w:val="00431379"/>
    <w:rsid w:val="00431EA2"/>
    <w:rsid w:val="0043251E"/>
    <w:rsid w:val="00432963"/>
    <w:rsid w:val="004375C7"/>
    <w:rsid w:val="00440043"/>
    <w:rsid w:val="00441C5C"/>
    <w:rsid w:val="00450608"/>
    <w:rsid w:val="00451143"/>
    <w:rsid w:val="00452C43"/>
    <w:rsid w:val="00456449"/>
    <w:rsid w:val="00457909"/>
    <w:rsid w:val="004609C5"/>
    <w:rsid w:val="00460F9B"/>
    <w:rsid w:val="00464408"/>
    <w:rsid w:val="00466737"/>
    <w:rsid w:val="004671C8"/>
    <w:rsid w:val="00470984"/>
    <w:rsid w:val="004772B3"/>
    <w:rsid w:val="00480DDD"/>
    <w:rsid w:val="004860E5"/>
    <w:rsid w:val="00494326"/>
    <w:rsid w:val="0049437A"/>
    <w:rsid w:val="004973A3"/>
    <w:rsid w:val="00497A06"/>
    <w:rsid w:val="004A23C9"/>
    <w:rsid w:val="004A564E"/>
    <w:rsid w:val="004A77D5"/>
    <w:rsid w:val="004B0000"/>
    <w:rsid w:val="004B13F1"/>
    <w:rsid w:val="004B6504"/>
    <w:rsid w:val="004B6C73"/>
    <w:rsid w:val="004B7F46"/>
    <w:rsid w:val="004C2B01"/>
    <w:rsid w:val="004C6EA6"/>
    <w:rsid w:val="004D0DDC"/>
    <w:rsid w:val="004D5136"/>
    <w:rsid w:val="004E5720"/>
    <w:rsid w:val="004F0CBC"/>
    <w:rsid w:val="004F2DD6"/>
    <w:rsid w:val="004F4C62"/>
    <w:rsid w:val="004F52F4"/>
    <w:rsid w:val="004F67B2"/>
    <w:rsid w:val="00500C7F"/>
    <w:rsid w:val="00504818"/>
    <w:rsid w:val="00506086"/>
    <w:rsid w:val="0050623F"/>
    <w:rsid w:val="00506270"/>
    <w:rsid w:val="00513B7E"/>
    <w:rsid w:val="00517256"/>
    <w:rsid w:val="00517450"/>
    <w:rsid w:val="0051790F"/>
    <w:rsid w:val="0052086B"/>
    <w:rsid w:val="00521652"/>
    <w:rsid w:val="00527122"/>
    <w:rsid w:val="00530FCF"/>
    <w:rsid w:val="00531689"/>
    <w:rsid w:val="0053697E"/>
    <w:rsid w:val="00541957"/>
    <w:rsid w:val="00542A16"/>
    <w:rsid w:val="00542D53"/>
    <w:rsid w:val="00543A40"/>
    <w:rsid w:val="00544CD1"/>
    <w:rsid w:val="00550D91"/>
    <w:rsid w:val="00551A17"/>
    <w:rsid w:val="0055435D"/>
    <w:rsid w:val="005544B2"/>
    <w:rsid w:val="00555261"/>
    <w:rsid w:val="005555B4"/>
    <w:rsid w:val="0055790D"/>
    <w:rsid w:val="00566917"/>
    <w:rsid w:val="00573D0B"/>
    <w:rsid w:val="0057515A"/>
    <w:rsid w:val="005829C0"/>
    <w:rsid w:val="00583315"/>
    <w:rsid w:val="005834C8"/>
    <w:rsid w:val="0058514B"/>
    <w:rsid w:val="00585B8F"/>
    <w:rsid w:val="00587310"/>
    <w:rsid w:val="00590E48"/>
    <w:rsid w:val="00591716"/>
    <w:rsid w:val="005A2842"/>
    <w:rsid w:val="005A2B68"/>
    <w:rsid w:val="005B064E"/>
    <w:rsid w:val="005B1CAD"/>
    <w:rsid w:val="005B3420"/>
    <w:rsid w:val="005B51A3"/>
    <w:rsid w:val="005B6DA6"/>
    <w:rsid w:val="005C214E"/>
    <w:rsid w:val="005C3E24"/>
    <w:rsid w:val="005D1E69"/>
    <w:rsid w:val="005D396E"/>
    <w:rsid w:val="005D3F59"/>
    <w:rsid w:val="005D58A9"/>
    <w:rsid w:val="005D5D9B"/>
    <w:rsid w:val="005D6102"/>
    <w:rsid w:val="005D69FA"/>
    <w:rsid w:val="005E5390"/>
    <w:rsid w:val="005F3AF5"/>
    <w:rsid w:val="005F3C12"/>
    <w:rsid w:val="005F4D4B"/>
    <w:rsid w:val="005F5322"/>
    <w:rsid w:val="005F6A31"/>
    <w:rsid w:val="005F7677"/>
    <w:rsid w:val="00602E25"/>
    <w:rsid w:val="00603232"/>
    <w:rsid w:val="00606355"/>
    <w:rsid w:val="00606FBA"/>
    <w:rsid w:val="00614164"/>
    <w:rsid w:val="00621982"/>
    <w:rsid w:val="00621F0A"/>
    <w:rsid w:val="006273CA"/>
    <w:rsid w:val="00627993"/>
    <w:rsid w:val="00633FEE"/>
    <w:rsid w:val="006351AB"/>
    <w:rsid w:val="00637944"/>
    <w:rsid w:val="00641E95"/>
    <w:rsid w:val="0064313A"/>
    <w:rsid w:val="006460E6"/>
    <w:rsid w:val="006476E6"/>
    <w:rsid w:val="00651802"/>
    <w:rsid w:val="0065434F"/>
    <w:rsid w:val="00655C9F"/>
    <w:rsid w:val="006565A7"/>
    <w:rsid w:val="006632A6"/>
    <w:rsid w:val="006644DA"/>
    <w:rsid w:val="00670CC1"/>
    <w:rsid w:val="006713C7"/>
    <w:rsid w:val="0067610D"/>
    <w:rsid w:val="0068118C"/>
    <w:rsid w:val="0068540F"/>
    <w:rsid w:val="00685483"/>
    <w:rsid w:val="00696005"/>
    <w:rsid w:val="00697576"/>
    <w:rsid w:val="006A17A7"/>
    <w:rsid w:val="006A25EF"/>
    <w:rsid w:val="006A79F2"/>
    <w:rsid w:val="006B24FC"/>
    <w:rsid w:val="006B3F6F"/>
    <w:rsid w:val="006B4D96"/>
    <w:rsid w:val="006B65A1"/>
    <w:rsid w:val="006C6AF2"/>
    <w:rsid w:val="006E06BE"/>
    <w:rsid w:val="006E0F26"/>
    <w:rsid w:val="006E53A5"/>
    <w:rsid w:val="006E61F2"/>
    <w:rsid w:val="006E64F6"/>
    <w:rsid w:val="006F090A"/>
    <w:rsid w:val="006F28BD"/>
    <w:rsid w:val="006F6D09"/>
    <w:rsid w:val="007011B2"/>
    <w:rsid w:val="00702D50"/>
    <w:rsid w:val="0070519F"/>
    <w:rsid w:val="007065AB"/>
    <w:rsid w:val="00715EEA"/>
    <w:rsid w:val="007219F3"/>
    <w:rsid w:val="00724325"/>
    <w:rsid w:val="007248A0"/>
    <w:rsid w:val="00730311"/>
    <w:rsid w:val="0073340C"/>
    <w:rsid w:val="007349B3"/>
    <w:rsid w:val="007356DE"/>
    <w:rsid w:val="00741450"/>
    <w:rsid w:val="0074282B"/>
    <w:rsid w:val="00743931"/>
    <w:rsid w:val="007442CD"/>
    <w:rsid w:val="00744766"/>
    <w:rsid w:val="00745409"/>
    <w:rsid w:val="007458B4"/>
    <w:rsid w:val="00750078"/>
    <w:rsid w:val="007508F9"/>
    <w:rsid w:val="007509CC"/>
    <w:rsid w:val="00753849"/>
    <w:rsid w:val="00754CAA"/>
    <w:rsid w:val="00756EC4"/>
    <w:rsid w:val="00757E18"/>
    <w:rsid w:val="00760397"/>
    <w:rsid w:val="00763EC6"/>
    <w:rsid w:val="0076665C"/>
    <w:rsid w:val="00767D0F"/>
    <w:rsid w:val="0077261D"/>
    <w:rsid w:val="00774C5B"/>
    <w:rsid w:val="00775089"/>
    <w:rsid w:val="0077789D"/>
    <w:rsid w:val="00781582"/>
    <w:rsid w:val="0078475E"/>
    <w:rsid w:val="00790D6A"/>
    <w:rsid w:val="00796450"/>
    <w:rsid w:val="007A167A"/>
    <w:rsid w:val="007A54FD"/>
    <w:rsid w:val="007A5C3C"/>
    <w:rsid w:val="007A6F70"/>
    <w:rsid w:val="007A7D87"/>
    <w:rsid w:val="007B2183"/>
    <w:rsid w:val="007B2597"/>
    <w:rsid w:val="007B3657"/>
    <w:rsid w:val="007B5711"/>
    <w:rsid w:val="007B6813"/>
    <w:rsid w:val="007B7352"/>
    <w:rsid w:val="007C1C5E"/>
    <w:rsid w:val="007C4EA7"/>
    <w:rsid w:val="007C5A3F"/>
    <w:rsid w:val="007D1A7F"/>
    <w:rsid w:val="007D314E"/>
    <w:rsid w:val="007D4BB7"/>
    <w:rsid w:val="007D6F20"/>
    <w:rsid w:val="007E2E2C"/>
    <w:rsid w:val="007E2EA0"/>
    <w:rsid w:val="007E3FD0"/>
    <w:rsid w:val="007E45BA"/>
    <w:rsid w:val="007E58F1"/>
    <w:rsid w:val="007E6F49"/>
    <w:rsid w:val="007F0549"/>
    <w:rsid w:val="007F116E"/>
    <w:rsid w:val="007F2552"/>
    <w:rsid w:val="007F5A59"/>
    <w:rsid w:val="007F79F6"/>
    <w:rsid w:val="0080277D"/>
    <w:rsid w:val="0080406B"/>
    <w:rsid w:val="008117F1"/>
    <w:rsid w:val="00811FF8"/>
    <w:rsid w:val="0081247B"/>
    <w:rsid w:val="0081456B"/>
    <w:rsid w:val="0081720A"/>
    <w:rsid w:val="00820DAE"/>
    <w:rsid w:val="00823370"/>
    <w:rsid w:val="00826D5D"/>
    <w:rsid w:val="008311C2"/>
    <w:rsid w:val="0083707C"/>
    <w:rsid w:val="00837F85"/>
    <w:rsid w:val="00845A3E"/>
    <w:rsid w:val="00846B67"/>
    <w:rsid w:val="00846DA4"/>
    <w:rsid w:val="008470DD"/>
    <w:rsid w:val="00847F7D"/>
    <w:rsid w:val="00853096"/>
    <w:rsid w:val="00853BE0"/>
    <w:rsid w:val="00854696"/>
    <w:rsid w:val="00854DFA"/>
    <w:rsid w:val="00855CF6"/>
    <w:rsid w:val="00856483"/>
    <w:rsid w:val="008702F2"/>
    <w:rsid w:val="008813CC"/>
    <w:rsid w:val="00881F99"/>
    <w:rsid w:val="008838F4"/>
    <w:rsid w:val="00884182"/>
    <w:rsid w:val="008918A9"/>
    <w:rsid w:val="008935D4"/>
    <w:rsid w:val="008938AD"/>
    <w:rsid w:val="008A215F"/>
    <w:rsid w:val="008A46FB"/>
    <w:rsid w:val="008B4798"/>
    <w:rsid w:val="008B52CD"/>
    <w:rsid w:val="008B608C"/>
    <w:rsid w:val="008C0782"/>
    <w:rsid w:val="008C120A"/>
    <w:rsid w:val="008C4F3B"/>
    <w:rsid w:val="008C50D9"/>
    <w:rsid w:val="008D03AA"/>
    <w:rsid w:val="008D12B6"/>
    <w:rsid w:val="008D26CD"/>
    <w:rsid w:val="008D3FED"/>
    <w:rsid w:val="008D422D"/>
    <w:rsid w:val="008D68D0"/>
    <w:rsid w:val="008E018D"/>
    <w:rsid w:val="008E7E4A"/>
    <w:rsid w:val="008F75A0"/>
    <w:rsid w:val="0090182A"/>
    <w:rsid w:val="00902D87"/>
    <w:rsid w:val="00904B39"/>
    <w:rsid w:val="00906E43"/>
    <w:rsid w:val="00907313"/>
    <w:rsid w:val="009104CA"/>
    <w:rsid w:val="00910B6A"/>
    <w:rsid w:val="00911E29"/>
    <w:rsid w:val="0091378E"/>
    <w:rsid w:val="00915B76"/>
    <w:rsid w:val="0092117E"/>
    <w:rsid w:val="00921317"/>
    <w:rsid w:val="009215D2"/>
    <w:rsid w:val="0092650F"/>
    <w:rsid w:val="00926A85"/>
    <w:rsid w:val="0092756D"/>
    <w:rsid w:val="0093049E"/>
    <w:rsid w:val="00935DEF"/>
    <w:rsid w:val="0093634A"/>
    <w:rsid w:val="00937DA6"/>
    <w:rsid w:val="00937E8F"/>
    <w:rsid w:val="009413A2"/>
    <w:rsid w:val="009421B2"/>
    <w:rsid w:val="0094456F"/>
    <w:rsid w:val="00950B74"/>
    <w:rsid w:val="0095145E"/>
    <w:rsid w:val="0095331C"/>
    <w:rsid w:val="00954B44"/>
    <w:rsid w:val="00955DB5"/>
    <w:rsid w:val="009562E8"/>
    <w:rsid w:val="00961C79"/>
    <w:rsid w:val="009628C7"/>
    <w:rsid w:val="00963943"/>
    <w:rsid w:val="00964DB8"/>
    <w:rsid w:val="00965F7C"/>
    <w:rsid w:val="00970979"/>
    <w:rsid w:val="009755E0"/>
    <w:rsid w:val="00976447"/>
    <w:rsid w:val="00980FF5"/>
    <w:rsid w:val="009943B5"/>
    <w:rsid w:val="009A162B"/>
    <w:rsid w:val="009A1D1E"/>
    <w:rsid w:val="009A43FD"/>
    <w:rsid w:val="009A7C6D"/>
    <w:rsid w:val="009B09D6"/>
    <w:rsid w:val="009B0D4F"/>
    <w:rsid w:val="009B1221"/>
    <w:rsid w:val="009C3791"/>
    <w:rsid w:val="009C6D32"/>
    <w:rsid w:val="009D1380"/>
    <w:rsid w:val="009D3EA2"/>
    <w:rsid w:val="009D6B88"/>
    <w:rsid w:val="009E15D6"/>
    <w:rsid w:val="009E2E37"/>
    <w:rsid w:val="009E3F75"/>
    <w:rsid w:val="009E64CE"/>
    <w:rsid w:val="009F03DC"/>
    <w:rsid w:val="009F1C84"/>
    <w:rsid w:val="009F33CD"/>
    <w:rsid w:val="009F3F94"/>
    <w:rsid w:val="009F5BF3"/>
    <w:rsid w:val="00A02866"/>
    <w:rsid w:val="00A02BC3"/>
    <w:rsid w:val="00A10BE6"/>
    <w:rsid w:val="00A16067"/>
    <w:rsid w:val="00A161F7"/>
    <w:rsid w:val="00A216F3"/>
    <w:rsid w:val="00A250E2"/>
    <w:rsid w:val="00A25496"/>
    <w:rsid w:val="00A278B7"/>
    <w:rsid w:val="00A304EB"/>
    <w:rsid w:val="00A35373"/>
    <w:rsid w:val="00A37BA9"/>
    <w:rsid w:val="00A43EE2"/>
    <w:rsid w:val="00A448A9"/>
    <w:rsid w:val="00A4530D"/>
    <w:rsid w:val="00A56B38"/>
    <w:rsid w:val="00A61636"/>
    <w:rsid w:val="00A62447"/>
    <w:rsid w:val="00A6457D"/>
    <w:rsid w:val="00A6587B"/>
    <w:rsid w:val="00A70C95"/>
    <w:rsid w:val="00A7454B"/>
    <w:rsid w:val="00A80CE2"/>
    <w:rsid w:val="00A83865"/>
    <w:rsid w:val="00A84E44"/>
    <w:rsid w:val="00A8702B"/>
    <w:rsid w:val="00A873CF"/>
    <w:rsid w:val="00A91E30"/>
    <w:rsid w:val="00A935BF"/>
    <w:rsid w:val="00A93D24"/>
    <w:rsid w:val="00A93F99"/>
    <w:rsid w:val="00AA175F"/>
    <w:rsid w:val="00AA30EE"/>
    <w:rsid w:val="00AA574C"/>
    <w:rsid w:val="00AA6C34"/>
    <w:rsid w:val="00AB09D5"/>
    <w:rsid w:val="00AB5687"/>
    <w:rsid w:val="00AB6285"/>
    <w:rsid w:val="00AC154A"/>
    <w:rsid w:val="00AC1E6F"/>
    <w:rsid w:val="00AC32E0"/>
    <w:rsid w:val="00AC67E1"/>
    <w:rsid w:val="00AD0F09"/>
    <w:rsid w:val="00AD1AE9"/>
    <w:rsid w:val="00AD20C6"/>
    <w:rsid w:val="00AE0AC1"/>
    <w:rsid w:val="00AE27DD"/>
    <w:rsid w:val="00AE6043"/>
    <w:rsid w:val="00AF1533"/>
    <w:rsid w:val="00AF63D5"/>
    <w:rsid w:val="00AF648F"/>
    <w:rsid w:val="00AF7DAD"/>
    <w:rsid w:val="00B04503"/>
    <w:rsid w:val="00B04B0C"/>
    <w:rsid w:val="00B059BB"/>
    <w:rsid w:val="00B166F4"/>
    <w:rsid w:val="00B22DB1"/>
    <w:rsid w:val="00B2331B"/>
    <w:rsid w:val="00B23437"/>
    <w:rsid w:val="00B23F53"/>
    <w:rsid w:val="00B250DC"/>
    <w:rsid w:val="00B25CB0"/>
    <w:rsid w:val="00B262F6"/>
    <w:rsid w:val="00B268B4"/>
    <w:rsid w:val="00B27D8D"/>
    <w:rsid w:val="00B3250A"/>
    <w:rsid w:val="00B32D4A"/>
    <w:rsid w:val="00B34A1B"/>
    <w:rsid w:val="00B3768B"/>
    <w:rsid w:val="00B41ACD"/>
    <w:rsid w:val="00B4648D"/>
    <w:rsid w:val="00B500AF"/>
    <w:rsid w:val="00B500D8"/>
    <w:rsid w:val="00B518AF"/>
    <w:rsid w:val="00B5235E"/>
    <w:rsid w:val="00B53B30"/>
    <w:rsid w:val="00B53E60"/>
    <w:rsid w:val="00B62959"/>
    <w:rsid w:val="00B631DD"/>
    <w:rsid w:val="00B70E57"/>
    <w:rsid w:val="00B71A70"/>
    <w:rsid w:val="00B72E21"/>
    <w:rsid w:val="00B7593C"/>
    <w:rsid w:val="00B77369"/>
    <w:rsid w:val="00B77DCC"/>
    <w:rsid w:val="00B90E8F"/>
    <w:rsid w:val="00B9161C"/>
    <w:rsid w:val="00B91F9E"/>
    <w:rsid w:val="00B94CEB"/>
    <w:rsid w:val="00B96C39"/>
    <w:rsid w:val="00BA2FA3"/>
    <w:rsid w:val="00BA479F"/>
    <w:rsid w:val="00BA685D"/>
    <w:rsid w:val="00BB2B55"/>
    <w:rsid w:val="00BB308D"/>
    <w:rsid w:val="00BB63D5"/>
    <w:rsid w:val="00BB74E1"/>
    <w:rsid w:val="00BB77C4"/>
    <w:rsid w:val="00BC0474"/>
    <w:rsid w:val="00BC0D13"/>
    <w:rsid w:val="00BC4895"/>
    <w:rsid w:val="00BC6911"/>
    <w:rsid w:val="00BC6A4C"/>
    <w:rsid w:val="00BD1E0B"/>
    <w:rsid w:val="00BD3434"/>
    <w:rsid w:val="00BD3C9C"/>
    <w:rsid w:val="00BD3F63"/>
    <w:rsid w:val="00BD4EFE"/>
    <w:rsid w:val="00BD6313"/>
    <w:rsid w:val="00BE238E"/>
    <w:rsid w:val="00BE5507"/>
    <w:rsid w:val="00BF086E"/>
    <w:rsid w:val="00BF0D03"/>
    <w:rsid w:val="00BF6190"/>
    <w:rsid w:val="00BF61B8"/>
    <w:rsid w:val="00C01C3A"/>
    <w:rsid w:val="00C02C0B"/>
    <w:rsid w:val="00C02DDA"/>
    <w:rsid w:val="00C1312F"/>
    <w:rsid w:val="00C137FC"/>
    <w:rsid w:val="00C138EE"/>
    <w:rsid w:val="00C17179"/>
    <w:rsid w:val="00C17989"/>
    <w:rsid w:val="00C17B98"/>
    <w:rsid w:val="00C21AEC"/>
    <w:rsid w:val="00C22C39"/>
    <w:rsid w:val="00C24269"/>
    <w:rsid w:val="00C25678"/>
    <w:rsid w:val="00C25FE3"/>
    <w:rsid w:val="00C27555"/>
    <w:rsid w:val="00C27615"/>
    <w:rsid w:val="00C320E7"/>
    <w:rsid w:val="00C3304C"/>
    <w:rsid w:val="00C3545A"/>
    <w:rsid w:val="00C36DF8"/>
    <w:rsid w:val="00C4354E"/>
    <w:rsid w:val="00C461AE"/>
    <w:rsid w:val="00C46E7E"/>
    <w:rsid w:val="00C475B7"/>
    <w:rsid w:val="00C479B8"/>
    <w:rsid w:val="00C54AC9"/>
    <w:rsid w:val="00C551E2"/>
    <w:rsid w:val="00C60B79"/>
    <w:rsid w:val="00C64475"/>
    <w:rsid w:val="00C70770"/>
    <w:rsid w:val="00C7605E"/>
    <w:rsid w:val="00C76AC2"/>
    <w:rsid w:val="00C81098"/>
    <w:rsid w:val="00C86253"/>
    <w:rsid w:val="00C93B95"/>
    <w:rsid w:val="00C9563D"/>
    <w:rsid w:val="00CA0F11"/>
    <w:rsid w:val="00CA2E00"/>
    <w:rsid w:val="00CA5E39"/>
    <w:rsid w:val="00CA6975"/>
    <w:rsid w:val="00CA6C87"/>
    <w:rsid w:val="00CA7C49"/>
    <w:rsid w:val="00CB02D4"/>
    <w:rsid w:val="00CB1C10"/>
    <w:rsid w:val="00CB32E2"/>
    <w:rsid w:val="00CB5270"/>
    <w:rsid w:val="00CB7D01"/>
    <w:rsid w:val="00CC04CD"/>
    <w:rsid w:val="00CC5879"/>
    <w:rsid w:val="00CC65D5"/>
    <w:rsid w:val="00CC6B40"/>
    <w:rsid w:val="00CC76BA"/>
    <w:rsid w:val="00CD4125"/>
    <w:rsid w:val="00CD4472"/>
    <w:rsid w:val="00CD44D2"/>
    <w:rsid w:val="00CD47BB"/>
    <w:rsid w:val="00CD6195"/>
    <w:rsid w:val="00CD659F"/>
    <w:rsid w:val="00CD6ABD"/>
    <w:rsid w:val="00CE6FA2"/>
    <w:rsid w:val="00CF1030"/>
    <w:rsid w:val="00CF705A"/>
    <w:rsid w:val="00CF7828"/>
    <w:rsid w:val="00CF7956"/>
    <w:rsid w:val="00D00298"/>
    <w:rsid w:val="00D00475"/>
    <w:rsid w:val="00D02EA7"/>
    <w:rsid w:val="00D03A37"/>
    <w:rsid w:val="00D03DE7"/>
    <w:rsid w:val="00D05397"/>
    <w:rsid w:val="00D11127"/>
    <w:rsid w:val="00D11C03"/>
    <w:rsid w:val="00D2194A"/>
    <w:rsid w:val="00D229E0"/>
    <w:rsid w:val="00D26D84"/>
    <w:rsid w:val="00D50C7C"/>
    <w:rsid w:val="00D50EF8"/>
    <w:rsid w:val="00D51CF9"/>
    <w:rsid w:val="00D52AE5"/>
    <w:rsid w:val="00D53036"/>
    <w:rsid w:val="00D530EA"/>
    <w:rsid w:val="00D536A9"/>
    <w:rsid w:val="00D548A7"/>
    <w:rsid w:val="00D54D7A"/>
    <w:rsid w:val="00D558AC"/>
    <w:rsid w:val="00D561ED"/>
    <w:rsid w:val="00D71270"/>
    <w:rsid w:val="00D764DD"/>
    <w:rsid w:val="00D80693"/>
    <w:rsid w:val="00D811C6"/>
    <w:rsid w:val="00D83060"/>
    <w:rsid w:val="00D8321B"/>
    <w:rsid w:val="00D842E3"/>
    <w:rsid w:val="00D846F8"/>
    <w:rsid w:val="00D853FD"/>
    <w:rsid w:val="00D86D16"/>
    <w:rsid w:val="00D91BD5"/>
    <w:rsid w:val="00D94739"/>
    <w:rsid w:val="00DB5E11"/>
    <w:rsid w:val="00DB69D5"/>
    <w:rsid w:val="00DB6E61"/>
    <w:rsid w:val="00DB7C4D"/>
    <w:rsid w:val="00DC7E8C"/>
    <w:rsid w:val="00DD49B9"/>
    <w:rsid w:val="00DD7F76"/>
    <w:rsid w:val="00DE178C"/>
    <w:rsid w:val="00DE254B"/>
    <w:rsid w:val="00DE4EA5"/>
    <w:rsid w:val="00DE7B08"/>
    <w:rsid w:val="00DE7BFE"/>
    <w:rsid w:val="00DF0B4A"/>
    <w:rsid w:val="00DF0F9E"/>
    <w:rsid w:val="00DF37AE"/>
    <w:rsid w:val="00E02BFF"/>
    <w:rsid w:val="00E055C2"/>
    <w:rsid w:val="00E05F76"/>
    <w:rsid w:val="00E10E82"/>
    <w:rsid w:val="00E11C9F"/>
    <w:rsid w:val="00E13991"/>
    <w:rsid w:val="00E13B42"/>
    <w:rsid w:val="00E2120A"/>
    <w:rsid w:val="00E25583"/>
    <w:rsid w:val="00E2708C"/>
    <w:rsid w:val="00E27B77"/>
    <w:rsid w:val="00E30CD4"/>
    <w:rsid w:val="00E4035D"/>
    <w:rsid w:val="00E4211E"/>
    <w:rsid w:val="00E43547"/>
    <w:rsid w:val="00E44285"/>
    <w:rsid w:val="00E506A4"/>
    <w:rsid w:val="00E55310"/>
    <w:rsid w:val="00E553B6"/>
    <w:rsid w:val="00E563EF"/>
    <w:rsid w:val="00E56E45"/>
    <w:rsid w:val="00E57B67"/>
    <w:rsid w:val="00E619F5"/>
    <w:rsid w:val="00E62770"/>
    <w:rsid w:val="00E63998"/>
    <w:rsid w:val="00E6439D"/>
    <w:rsid w:val="00E674F0"/>
    <w:rsid w:val="00E6762D"/>
    <w:rsid w:val="00E67BA0"/>
    <w:rsid w:val="00E7264F"/>
    <w:rsid w:val="00E7434D"/>
    <w:rsid w:val="00E74DAC"/>
    <w:rsid w:val="00E76819"/>
    <w:rsid w:val="00E76B7A"/>
    <w:rsid w:val="00E76B88"/>
    <w:rsid w:val="00E80619"/>
    <w:rsid w:val="00E81447"/>
    <w:rsid w:val="00E81BCE"/>
    <w:rsid w:val="00E823EA"/>
    <w:rsid w:val="00EA2A09"/>
    <w:rsid w:val="00EA2D3F"/>
    <w:rsid w:val="00EB09E0"/>
    <w:rsid w:val="00EB0F23"/>
    <w:rsid w:val="00EB339B"/>
    <w:rsid w:val="00EB3DA6"/>
    <w:rsid w:val="00EB402C"/>
    <w:rsid w:val="00EB54A3"/>
    <w:rsid w:val="00EB75B1"/>
    <w:rsid w:val="00EC1871"/>
    <w:rsid w:val="00EC1A9B"/>
    <w:rsid w:val="00EC2377"/>
    <w:rsid w:val="00EC6BD2"/>
    <w:rsid w:val="00EC75C2"/>
    <w:rsid w:val="00ED30F1"/>
    <w:rsid w:val="00ED7F84"/>
    <w:rsid w:val="00EE0B3D"/>
    <w:rsid w:val="00EE195B"/>
    <w:rsid w:val="00EF03FB"/>
    <w:rsid w:val="00EF2587"/>
    <w:rsid w:val="00EF5549"/>
    <w:rsid w:val="00EF5BFA"/>
    <w:rsid w:val="00F03B42"/>
    <w:rsid w:val="00F10619"/>
    <w:rsid w:val="00F12815"/>
    <w:rsid w:val="00F13174"/>
    <w:rsid w:val="00F134C2"/>
    <w:rsid w:val="00F139B6"/>
    <w:rsid w:val="00F15117"/>
    <w:rsid w:val="00F34361"/>
    <w:rsid w:val="00F378A6"/>
    <w:rsid w:val="00F4244D"/>
    <w:rsid w:val="00F50EC1"/>
    <w:rsid w:val="00F55F14"/>
    <w:rsid w:val="00F57995"/>
    <w:rsid w:val="00F6235E"/>
    <w:rsid w:val="00F6236F"/>
    <w:rsid w:val="00F62DDA"/>
    <w:rsid w:val="00F66B8D"/>
    <w:rsid w:val="00F70AD4"/>
    <w:rsid w:val="00F80845"/>
    <w:rsid w:val="00F87C04"/>
    <w:rsid w:val="00F90056"/>
    <w:rsid w:val="00F90F51"/>
    <w:rsid w:val="00F9564B"/>
    <w:rsid w:val="00F97CBB"/>
    <w:rsid w:val="00FA02CD"/>
    <w:rsid w:val="00FA0BE2"/>
    <w:rsid w:val="00FA4DBD"/>
    <w:rsid w:val="00FA67FD"/>
    <w:rsid w:val="00FB41FA"/>
    <w:rsid w:val="00FB615B"/>
    <w:rsid w:val="00FC1AC2"/>
    <w:rsid w:val="00FC41A2"/>
    <w:rsid w:val="00FC48F1"/>
    <w:rsid w:val="00FC611D"/>
    <w:rsid w:val="00FD3043"/>
    <w:rsid w:val="00FD62CF"/>
    <w:rsid w:val="00FD7197"/>
    <w:rsid w:val="00FD75D8"/>
    <w:rsid w:val="00FE0984"/>
    <w:rsid w:val="00FE161E"/>
    <w:rsid w:val="00FE4ABF"/>
    <w:rsid w:val="00FE78F4"/>
    <w:rsid w:val="00FF305F"/>
    <w:rsid w:val="00FF3E31"/>
    <w:rsid w:val="00FF447C"/>
    <w:rsid w:val="00FF454D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A3B32"/>
  <w15:docId w15:val="{2F2437B5-1165-44F3-BA1B-3815D41B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D01"/>
    <w:pPr>
      <w:spacing w:before="120" w:after="120"/>
    </w:pPr>
    <w:rPr>
      <w:rFonts w:ascii="Tahoma" w:hAnsi="Tahoma"/>
      <w:spacing w:val="10"/>
      <w:sz w:val="16"/>
      <w:szCs w:val="16"/>
    </w:rPr>
  </w:style>
  <w:style w:type="paragraph" w:styleId="Heading1">
    <w:name w:val="heading 1"/>
    <w:next w:val="Normal"/>
    <w:qFormat/>
    <w:rsid w:val="00FF454D"/>
    <w:pPr>
      <w:keepNext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pacing w:before="240" w:after="60"/>
      <w:outlineLvl w:val="0"/>
    </w:pPr>
    <w:rPr>
      <w:rFonts w:ascii="Tahoma" w:hAnsi="Tahoma" w:cs="Arial"/>
      <w:bCs/>
      <w:color w:val="808080"/>
      <w:spacing w:val="20"/>
      <w:kern w:val="32"/>
      <w:sz w:val="48"/>
      <w:szCs w:val="4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A45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4CEB"/>
    <w:rPr>
      <w:rFonts w:cs="Tahoma"/>
    </w:rPr>
  </w:style>
  <w:style w:type="paragraph" w:customStyle="1" w:styleId="Line">
    <w:name w:val="Line"/>
    <w:rsid w:val="00FF454D"/>
    <w:pPr>
      <w:pBdr>
        <w:bottom w:val="single" w:sz="4" w:space="1" w:color="808080"/>
      </w:pBdr>
    </w:pPr>
    <w:rPr>
      <w:rFonts w:ascii="Tahoma" w:hAnsi="Tahoma"/>
      <w:color w:val="333333"/>
      <w:spacing w:val="20"/>
      <w:sz w:val="16"/>
      <w:szCs w:val="16"/>
    </w:rPr>
  </w:style>
  <w:style w:type="paragraph" w:customStyle="1" w:styleId="Notes">
    <w:name w:val="Notes"/>
    <w:basedOn w:val="Normal"/>
    <w:rsid w:val="00B94CEB"/>
    <w:pPr>
      <w:spacing w:line="320" w:lineRule="exact"/>
    </w:pPr>
  </w:style>
  <w:style w:type="paragraph" w:customStyle="1" w:styleId="confidential">
    <w:name w:val="confidential"/>
    <w:rsid w:val="00C01C3A"/>
    <w:rPr>
      <w:rFonts w:ascii="Tahoma" w:hAnsi="Tahoma" w:cs="Arial"/>
      <w:bCs/>
      <w:color w:val="C0C0C0"/>
      <w:spacing w:val="20"/>
      <w:kern w:val="32"/>
      <w:sz w:val="144"/>
      <w:szCs w:val="40"/>
    </w:rPr>
  </w:style>
  <w:style w:type="table" w:styleId="TableGrid">
    <w:name w:val="Table Grid"/>
    <w:basedOn w:val="TableNormal"/>
    <w:rsid w:val="008B4798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FC41A2"/>
    <w:pPr>
      <w:tabs>
        <w:tab w:val="center" w:pos="4320"/>
        <w:tab w:val="right" w:pos="8640"/>
      </w:tabs>
    </w:pPr>
  </w:style>
  <w:style w:type="paragraph" w:customStyle="1" w:styleId="Bold">
    <w:name w:val="Bold"/>
    <w:basedOn w:val="Normal"/>
    <w:link w:val="BoldChar"/>
    <w:rsid w:val="00C24269"/>
    <w:rPr>
      <w:b/>
    </w:rPr>
  </w:style>
  <w:style w:type="character" w:customStyle="1" w:styleId="BoldChar">
    <w:name w:val="Bold Char"/>
    <w:basedOn w:val="DefaultParagraphFont"/>
    <w:link w:val="Bold"/>
    <w:rsid w:val="00C24269"/>
    <w:rPr>
      <w:rFonts w:ascii="Tahoma" w:hAnsi="Tahoma"/>
      <w:b/>
      <w:spacing w:val="10"/>
      <w:sz w:val="16"/>
      <w:szCs w:val="16"/>
      <w:lang w:val="en-US" w:eastAsia="en-US" w:bidi="ar-SA"/>
    </w:rPr>
  </w:style>
  <w:style w:type="paragraph" w:styleId="Footer">
    <w:name w:val="footer"/>
    <w:basedOn w:val="Normal"/>
    <w:link w:val="FooterChar"/>
    <w:rsid w:val="00FC41A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74260"/>
    <w:rPr>
      <w:color w:val="0000FF"/>
      <w:u w:val="single"/>
    </w:rPr>
  </w:style>
  <w:style w:type="character" w:styleId="FollowedHyperlink">
    <w:name w:val="FollowedHyperlink"/>
    <w:basedOn w:val="DefaultParagraphFont"/>
    <w:rsid w:val="00294ECA"/>
    <w:rPr>
      <w:color w:val="800080"/>
      <w:u w:val="single"/>
    </w:rPr>
  </w:style>
  <w:style w:type="paragraph" w:styleId="BodyText">
    <w:name w:val="Body Text"/>
    <w:basedOn w:val="Normal"/>
    <w:rsid w:val="00146864"/>
    <w:pPr>
      <w:spacing w:before="0" w:after="0" w:line="360" w:lineRule="auto"/>
      <w:jc w:val="both"/>
    </w:pPr>
    <w:rPr>
      <w:rFonts w:ascii="Times New Roman" w:hAnsi="Times New Roman"/>
      <w:spacing w:val="0"/>
      <w:sz w:val="28"/>
      <w:szCs w:val="20"/>
      <w:lang w:val="en-GB"/>
    </w:rPr>
  </w:style>
  <w:style w:type="paragraph" w:styleId="HTMLPreformatted">
    <w:name w:val="HTML Preformatted"/>
    <w:basedOn w:val="Normal"/>
    <w:rsid w:val="00910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pacing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3A012D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pacing w:val="0"/>
      <w:sz w:val="22"/>
      <w:szCs w:val="22"/>
    </w:rPr>
  </w:style>
  <w:style w:type="character" w:styleId="Strong">
    <w:name w:val="Strong"/>
    <w:basedOn w:val="DefaultParagraphFont"/>
    <w:qFormat/>
    <w:rsid w:val="000E29F7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0F3996"/>
    <w:pPr>
      <w:spacing w:before="0" w:after="0"/>
    </w:pPr>
    <w:rPr>
      <w:rFonts w:ascii="Consolas" w:eastAsiaTheme="minorHAnsi" w:hAnsi="Consolas" w:cstheme="minorBidi"/>
      <w:spacing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3996"/>
    <w:rPr>
      <w:rFonts w:ascii="Consolas" w:eastAsiaTheme="minorHAnsi" w:hAnsi="Consolas" w:cstheme="minorBidi"/>
      <w:sz w:val="21"/>
      <w:szCs w:val="21"/>
    </w:rPr>
  </w:style>
  <w:style w:type="paragraph" w:customStyle="1" w:styleId="Default">
    <w:name w:val="Default"/>
    <w:rsid w:val="00CB32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0597E"/>
    <w:rPr>
      <w:rFonts w:ascii="Tahoma" w:hAnsi="Tahoma"/>
      <w:spacing w:val="1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30597E"/>
    <w:rPr>
      <w:rFonts w:ascii="Tahoma" w:hAnsi="Tahoma"/>
      <w:spacing w:val="10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3A45B4"/>
    <w:rPr>
      <w:rFonts w:asciiTheme="majorHAnsi" w:eastAsiaTheme="majorEastAsia" w:hAnsiTheme="majorHAnsi" w:cstheme="majorBidi"/>
      <w:b/>
      <w:bCs/>
      <w:color w:val="4F81BD" w:themeColor="accent1"/>
      <w:spacing w:val="10"/>
      <w:sz w:val="26"/>
      <w:szCs w:val="26"/>
    </w:rPr>
  </w:style>
  <w:style w:type="paragraph" w:styleId="NormalWeb">
    <w:name w:val="Normal (Web)"/>
    <w:basedOn w:val="Normal"/>
    <w:uiPriority w:val="99"/>
    <w:unhideWhenUsed/>
    <w:rsid w:val="00D02EA7"/>
    <w:pPr>
      <w:spacing w:before="100" w:beforeAutospacing="1" w:after="100" w:afterAutospacing="1"/>
    </w:pPr>
    <w:rPr>
      <w:rFonts w:ascii="Times New Roman" w:hAnsi="Times New Roman"/>
      <w:spacing w:val="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D1A7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D1A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D1A7F"/>
    <w:rPr>
      <w:rFonts w:ascii="Tahoma" w:hAnsi="Tahoma"/>
      <w:spacing w:val="1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D1A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D1A7F"/>
    <w:rPr>
      <w:rFonts w:ascii="Tahoma" w:hAnsi="Tahoma"/>
      <w:b/>
      <w:bCs/>
      <w:spacing w:val="1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B75B1"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pacing w:val="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B75B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B75B1"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pacing w:val="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B75B1"/>
    <w:rPr>
      <w:rFonts w:ascii="Arial" w:hAnsi="Arial" w:cs="Arial"/>
      <w:vanish/>
      <w:sz w:val="16"/>
      <w:szCs w:val="16"/>
    </w:rPr>
  </w:style>
  <w:style w:type="character" w:styleId="PageNumber">
    <w:name w:val="page number"/>
    <w:basedOn w:val="DefaultParagraphFont"/>
    <w:rsid w:val="00A80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39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86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78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28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4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8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8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70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79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3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3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0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0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8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1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95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8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8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52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867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4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617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1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3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73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09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20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23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7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1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3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83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22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8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2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ct.ac.ae/student-handbook/" TargetMode="External"/><Relationship Id="rId18" Type="http://schemas.openxmlformats.org/officeDocument/2006/relationships/hyperlink" Target="http://www.hct.ac.ae/student-handbook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ortal.hct.ac.ae/sites/pnp/cass/Pages/lp209.aspx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ortal.hct.ac.ae/sites/pnp/cass/Pages/lp201.aspx" TargetMode="External"/><Relationship Id="rId17" Type="http://schemas.openxmlformats.org/officeDocument/2006/relationships/hyperlink" Target="https://portal.hct.ac.ae/sites/pnp/cass/Pages/lp201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.hct.ac.ae/sites/pnp/cass/Documents/Academic%20and%20Student%20Regulations_English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hct.ac.ae/sites/pnp/cass/Documents/Academic%20and%20Student%20Regulations_English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abakhan\LOCALS~1\Temp\TCD580.tmp\Fax%20cover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4CEBEBA3F7940BAF0D4FA97B4FBA4" ma:contentTypeVersion="0" ma:contentTypeDescription="Create a new document." ma:contentTypeScope="" ma:versionID="47075abdb8a58f1da8c9ecb6a8b48ee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BC26C-21FF-4283-A24F-C2F83DF25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324C59-F770-4FFD-9704-8FA18071A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720EBF-FBCD-40B7-80F8-983E77620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7265AA-DDEA-46D5-A745-05320E31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cover sheet</Template>
  <TotalTime>3</TotalTime>
  <Pages>7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HCT</Company>
  <LinksUpToDate>false</LinksUpToDate>
  <CharactersWithSpaces>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Leslie</dc:creator>
  <cp:lastModifiedBy>Grant Hartley</cp:lastModifiedBy>
  <cp:revision>4</cp:revision>
  <cp:lastPrinted>2014-04-23T09:42:00Z</cp:lastPrinted>
  <dcterms:created xsi:type="dcterms:W3CDTF">2015-09-29T07:37:00Z</dcterms:created>
  <dcterms:modified xsi:type="dcterms:W3CDTF">2015-09-29T11:48:00Z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0x0101000D14CEBEBA3F7940BAF0D4FA97B4FBA4</vt:lpwstr>
  </property>
</Properties>
</file>